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693" w:rsidRDefault="00DE7693" w:rsidP="00DE7693"/>
    <w:p w:rsidR="000D43FF" w:rsidRDefault="000D43FF" w:rsidP="00DE7693"/>
    <w:p w:rsidR="000D43FF" w:rsidRPr="000D43FF" w:rsidRDefault="000D43FF" w:rsidP="000D43FF">
      <w:pPr>
        <w:jc w:val="center"/>
        <w:rPr>
          <w:rFonts w:ascii="Arial" w:hAnsi="Arial" w:cs="Arial"/>
          <w:b/>
          <w:sz w:val="32"/>
          <w:szCs w:val="32"/>
        </w:rPr>
      </w:pPr>
      <w:r w:rsidRPr="000D43FF">
        <w:rPr>
          <w:rFonts w:ascii="Arial" w:hAnsi="Arial" w:cs="Arial"/>
          <w:b/>
          <w:sz w:val="32"/>
          <w:szCs w:val="32"/>
        </w:rPr>
        <w:t>POSOUZENÍ VLIVU STAVBY NA ODTOKOVÉ POMĚRY</w:t>
      </w:r>
    </w:p>
    <w:p w:rsidR="000D43FF" w:rsidRPr="000D43FF" w:rsidRDefault="000D43FF" w:rsidP="000D43FF">
      <w:pPr>
        <w:jc w:val="center"/>
        <w:rPr>
          <w:rFonts w:ascii="Arial" w:hAnsi="Arial" w:cs="Arial"/>
          <w:b/>
          <w:sz w:val="28"/>
          <w:szCs w:val="28"/>
        </w:rPr>
      </w:pPr>
    </w:p>
    <w:p w:rsidR="000D43FF" w:rsidRPr="0056071E" w:rsidRDefault="000D43FF" w:rsidP="000D43FF">
      <w:pPr>
        <w:spacing w:before="120"/>
        <w:rPr>
          <w:rFonts w:ascii="Arial" w:hAnsi="Arial" w:cs="Arial"/>
          <w:sz w:val="24"/>
        </w:rPr>
      </w:pPr>
      <w:r w:rsidRPr="0056071E">
        <w:rPr>
          <w:rFonts w:ascii="Arial" w:hAnsi="Arial" w:cs="Arial"/>
          <w:sz w:val="24"/>
        </w:rPr>
        <w:t>Název stavby:</w:t>
      </w:r>
      <w:r w:rsidRPr="0056071E">
        <w:rPr>
          <w:rFonts w:ascii="Arial" w:hAnsi="Arial" w:cs="Arial"/>
          <w:sz w:val="24"/>
        </w:rPr>
        <w:tab/>
      </w:r>
      <w:r w:rsidRPr="0056071E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 xml:space="preserve">Stavební úpravy objektu </w:t>
      </w:r>
      <w:proofErr w:type="gramStart"/>
      <w:r>
        <w:rPr>
          <w:rFonts w:ascii="Arial" w:hAnsi="Arial" w:cs="Arial"/>
          <w:sz w:val="24"/>
        </w:rPr>
        <w:t>č.p.</w:t>
      </w:r>
      <w:proofErr w:type="gramEnd"/>
      <w:r>
        <w:rPr>
          <w:rFonts w:ascii="Arial" w:hAnsi="Arial" w:cs="Arial"/>
          <w:sz w:val="24"/>
        </w:rPr>
        <w:t xml:space="preserve"> 133</w:t>
      </w:r>
    </w:p>
    <w:p w:rsidR="000D43FF" w:rsidRPr="006A5340" w:rsidRDefault="000D43FF" w:rsidP="000D43FF">
      <w:pPr>
        <w:spacing w:before="120"/>
        <w:rPr>
          <w:rFonts w:ascii="Arial" w:hAnsi="Arial" w:cs="Arial"/>
          <w:sz w:val="24"/>
        </w:rPr>
      </w:pPr>
      <w:r w:rsidRPr="006A5340">
        <w:rPr>
          <w:rFonts w:ascii="Arial" w:hAnsi="Arial" w:cs="Arial"/>
          <w:sz w:val="24"/>
        </w:rPr>
        <w:t>Místo stavby: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proofErr w:type="spellStart"/>
      <w:proofErr w:type="gramStart"/>
      <w:r w:rsidRPr="006A5340">
        <w:rPr>
          <w:rFonts w:ascii="Arial" w:hAnsi="Arial" w:cs="Arial"/>
          <w:sz w:val="24"/>
        </w:rPr>
        <w:t>k.ú</w:t>
      </w:r>
      <w:proofErr w:type="spellEnd"/>
      <w:r w:rsidRPr="006A5340">
        <w:rPr>
          <w:rFonts w:ascii="Arial" w:hAnsi="Arial" w:cs="Arial"/>
          <w:sz w:val="24"/>
        </w:rPr>
        <w:t>.</w:t>
      </w:r>
      <w:proofErr w:type="gramEnd"/>
      <w:r w:rsidRPr="006A5340">
        <w:rPr>
          <w:rFonts w:ascii="Arial" w:hAnsi="Arial" w:cs="Arial"/>
          <w:sz w:val="24"/>
        </w:rPr>
        <w:t xml:space="preserve"> </w:t>
      </w:r>
      <w:r w:rsidRPr="00B35467">
        <w:rPr>
          <w:rFonts w:ascii="Arial" w:hAnsi="Arial" w:cs="Arial"/>
          <w:sz w:val="24"/>
        </w:rPr>
        <w:t>Dlouhá Loučka [626431]</w:t>
      </w:r>
    </w:p>
    <w:p w:rsidR="000D43FF" w:rsidRPr="006A5340" w:rsidRDefault="000D43FF" w:rsidP="000D43FF">
      <w:pPr>
        <w:spacing w:before="120"/>
        <w:rPr>
          <w:rFonts w:ascii="Arial" w:hAnsi="Arial" w:cs="Arial"/>
          <w:sz w:val="24"/>
        </w:rPr>
      </w:pPr>
      <w:r w:rsidRPr="006A5340">
        <w:rPr>
          <w:rFonts w:ascii="Arial" w:hAnsi="Arial" w:cs="Arial"/>
          <w:sz w:val="24"/>
        </w:rPr>
        <w:t>Kraj: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  <w:t>Pardubický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  <w:t xml:space="preserve"> </w:t>
      </w:r>
    </w:p>
    <w:p w:rsidR="000D43FF" w:rsidRPr="006A5340" w:rsidRDefault="000D43FF" w:rsidP="000D43FF">
      <w:pPr>
        <w:spacing w:before="120"/>
        <w:rPr>
          <w:rFonts w:ascii="Arial" w:hAnsi="Arial" w:cs="Arial"/>
          <w:sz w:val="24"/>
        </w:rPr>
      </w:pPr>
      <w:r w:rsidRPr="006A5340">
        <w:rPr>
          <w:rFonts w:ascii="Arial" w:hAnsi="Arial" w:cs="Arial"/>
          <w:sz w:val="24"/>
        </w:rPr>
        <w:t>Obec: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B35467">
        <w:rPr>
          <w:rFonts w:ascii="Arial" w:hAnsi="Arial" w:cs="Arial"/>
          <w:sz w:val="24"/>
        </w:rPr>
        <w:t>Dlouhá Loučka</w:t>
      </w:r>
    </w:p>
    <w:p w:rsidR="000D43FF" w:rsidRPr="006A5340" w:rsidRDefault="000D43FF" w:rsidP="000D43FF">
      <w:pPr>
        <w:spacing w:before="120"/>
        <w:rPr>
          <w:rFonts w:ascii="Arial" w:hAnsi="Arial" w:cs="Arial"/>
          <w:sz w:val="24"/>
        </w:rPr>
      </w:pPr>
      <w:proofErr w:type="spellStart"/>
      <w:proofErr w:type="gramStart"/>
      <w:r w:rsidRPr="006A5340">
        <w:rPr>
          <w:rFonts w:ascii="Arial" w:hAnsi="Arial" w:cs="Arial"/>
          <w:sz w:val="24"/>
        </w:rPr>
        <w:t>Parc</w:t>
      </w:r>
      <w:proofErr w:type="gramEnd"/>
      <w:r w:rsidRPr="006A5340">
        <w:rPr>
          <w:rFonts w:ascii="Arial" w:hAnsi="Arial" w:cs="Arial"/>
          <w:sz w:val="24"/>
        </w:rPr>
        <w:t>.</w:t>
      </w:r>
      <w:proofErr w:type="gramStart"/>
      <w:r w:rsidRPr="006A5340">
        <w:rPr>
          <w:rFonts w:ascii="Arial" w:hAnsi="Arial" w:cs="Arial"/>
          <w:sz w:val="24"/>
        </w:rPr>
        <w:t>č</w:t>
      </w:r>
      <w:proofErr w:type="spellEnd"/>
      <w:r w:rsidRPr="006A5340">
        <w:rPr>
          <w:rFonts w:ascii="Arial" w:hAnsi="Arial" w:cs="Arial"/>
          <w:sz w:val="24"/>
        </w:rPr>
        <w:t>.</w:t>
      </w:r>
      <w:proofErr w:type="gramEnd"/>
      <w:r w:rsidRPr="006A5340">
        <w:rPr>
          <w:rFonts w:ascii="Arial" w:hAnsi="Arial" w:cs="Arial"/>
          <w:sz w:val="24"/>
        </w:rPr>
        <w:t>: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bookmarkStart w:id="0" w:name="_GoBack"/>
      <w:bookmarkEnd w:id="0"/>
      <w:r>
        <w:rPr>
          <w:rFonts w:ascii="Arial" w:hAnsi="Arial" w:cs="Arial"/>
          <w:sz w:val="24"/>
        </w:rPr>
        <w:t>st. 267</w:t>
      </w:r>
    </w:p>
    <w:p w:rsidR="000D43FF" w:rsidRDefault="000D43FF" w:rsidP="000D43FF">
      <w:pPr>
        <w:autoSpaceDE w:val="0"/>
        <w:spacing w:before="120" w:line="200" w:lineRule="atLea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Předmět dokumentace:</w:t>
      </w:r>
      <w:r>
        <w:rPr>
          <w:rFonts w:ascii="Arial" w:hAnsi="Arial" w:cs="Arial"/>
          <w:sz w:val="24"/>
        </w:rPr>
        <w:tab/>
        <w:t>dokumentace pro územní rozhodnutí a ohlášení stavby</w:t>
      </w:r>
    </w:p>
    <w:p w:rsidR="000D43FF" w:rsidRDefault="000D43FF" w:rsidP="000D43FF">
      <w:pPr>
        <w:spacing w:before="120"/>
      </w:pPr>
    </w:p>
    <w:p w:rsidR="000D43FF" w:rsidRPr="006A5340" w:rsidRDefault="000D43FF" w:rsidP="000D43FF">
      <w:pPr>
        <w:autoSpaceDE w:val="0"/>
        <w:spacing w:before="120" w:line="200" w:lineRule="atLeast"/>
        <w:rPr>
          <w:rFonts w:ascii="Arial" w:hAnsi="Arial" w:cs="Arial"/>
          <w:sz w:val="24"/>
        </w:rPr>
      </w:pPr>
      <w:r w:rsidRPr="006A5340">
        <w:rPr>
          <w:rFonts w:ascii="Arial" w:hAnsi="Arial" w:cs="Arial"/>
          <w:sz w:val="24"/>
        </w:rPr>
        <w:t>Stavebník: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 w:rsidRPr="00B35467">
        <w:rPr>
          <w:rFonts w:ascii="Arial" w:hAnsi="Arial" w:cs="Arial"/>
          <w:sz w:val="24"/>
        </w:rPr>
        <w:t xml:space="preserve">Obec Dlouhá Loučka </w:t>
      </w:r>
      <w:proofErr w:type="gramStart"/>
      <w:r w:rsidRPr="00B35467">
        <w:rPr>
          <w:rFonts w:ascii="Arial" w:hAnsi="Arial" w:cs="Arial"/>
          <w:sz w:val="24"/>
        </w:rPr>
        <w:t>č.p.</w:t>
      </w:r>
      <w:proofErr w:type="gramEnd"/>
      <w:r w:rsidRPr="00B35467">
        <w:rPr>
          <w:rFonts w:ascii="Arial" w:hAnsi="Arial" w:cs="Arial"/>
          <w:sz w:val="24"/>
        </w:rPr>
        <w:t xml:space="preserve"> 97, 56943 Dlouhá Loučka </w:t>
      </w:r>
    </w:p>
    <w:p w:rsidR="000D43FF" w:rsidRDefault="000D43FF" w:rsidP="000D43FF">
      <w:pPr>
        <w:autoSpaceDE w:val="0"/>
        <w:spacing w:before="120" w:line="200" w:lineRule="atLeast"/>
        <w:rPr>
          <w:rFonts w:ascii="Arial" w:hAnsi="Arial" w:cs="Arial"/>
          <w:sz w:val="24"/>
        </w:rPr>
      </w:pPr>
      <w:r w:rsidRPr="006A5340">
        <w:rPr>
          <w:rFonts w:ascii="Arial" w:hAnsi="Arial" w:cs="Arial"/>
          <w:sz w:val="24"/>
        </w:rPr>
        <w:t>Kontaktní osoba:</w:t>
      </w:r>
      <w:r w:rsidRPr="006A5340">
        <w:rPr>
          <w:rFonts w:ascii="Arial" w:hAnsi="Arial" w:cs="Arial"/>
          <w:sz w:val="24"/>
        </w:rPr>
        <w:tab/>
      </w:r>
      <w:r w:rsidRPr="006A5340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Libor Cach – starosta obce</w:t>
      </w:r>
      <w:r w:rsidRPr="006A5340">
        <w:rPr>
          <w:rFonts w:ascii="Arial" w:hAnsi="Arial" w:cs="Arial"/>
          <w:sz w:val="24"/>
        </w:rPr>
        <w:t xml:space="preserve"> </w:t>
      </w:r>
    </w:p>
    <w:p w:rsidR="000D43FF" w:rsidRPr="00A4629B" w:rsidRDefault="000D43FF" w:rsidP="000D43FF">
      <w:pPr>
        <w:pStyle w:val="FormtovanvHTML"/>
        <w:spacing w:before="120"/>
        <w:rPr>
          <w:rFonts w:ascii="Arial" w:hAnsi="Arial" w:cs="Arial"/>
          <w:sz w:val="24"/>
          <w:szCs w:val="24"/>
        </w:rPr>
      </w:pPr>
      <w:r w:rsidRPr="00A4629B">
        <w:rPr>
          <w:rFonts w:ascii="Arial" w:hAnsi="Arial" w:cs="Arial"/>
          <w:sz w:val="24"/>
          <w:szCs w:val="24"/>
        </w:rPr>
        <w:t>Telefon:</w:t>
      </w:r>
      <w:r w:rsidRPr="00A4629B">
        <w:rPr>
          <w:rFonts w:ascii="Arial" w:hAnsi="Arial" w:cs="Arial"/>
          <w:sz w:val="24"/>
          <w:szCs w:val="24"/>
        </w:rPr>
        <w:tab/>
      </w:r>
      <w:r w:rsidRPr="00A4629B">
        <w:rPr>
          <w:rFonts w:ascii="Arial" w:hAnsi="Arial" w:cs="Arial"/>
          <w:sz w:val="24"/>
          <w:szCs w:val="24"/>
        </w:rPr>
        <w:tab/>
      </w:r>
      <w:r w:rsidRPr="00A4629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+420 604 648 118</w:t>
      </w:r>
    </w:p>
    <w:p w:rsidR="000D43FF" w:rsidRPr="00B35467" w:rsidRDefault="000D43FF" w:rsidP="000D43FF">
      <w:pPr>
        <w:autoSpaceDE w:val="0"/>
        <w:spacing w:before="120" w:line="200" w:lineRule="atLeast"/>
        <w:rPr>
          <w:rFonts w:ascii="Arial" w:hAnsi="Arial" w:cs="Arial"/>
          <w:sz w:val="24"/>
        </w:rPr>
      </w:pPr>
      <w:r w:rsidRPr="00B35467">
        <w:rPr>
          <w:rFonts w:ascii="Arial" w:hAnsi="Arial" w:cs="Arial"/>
          <w:sz w:val="24"/>
        </w:rPr>
        <w:t>Email:</w:t>
      </w:r>
      <w:r w:rsidRPr="00B35467">
        <w:rPr>
          <w:rFonts w:ascii="Arial" w:hAnsi="Arial" w:cs="Arial"/>
          <w:sz w:val="24"/>
        </w:rPr>
        <w:tab/>
      </w:r>
      <w:r w:rsidRPr="00B35467">
        <w:rPr>
          <w:rFonts w:ascii="Arial" w:hAnsi="Arial" w:cs="Arial"/>
          <w:sz w:val="24"/>
        </w:rPr>
        <w:tab/>
      </w:r>
      <w:r w:rsidRPr="00B35467">
        <w:rPr>
          <w:rFonts w:ascii="Arial" w:hAnsi="Arial" w:cs="Arial"/>
          <w:sz w:val="24"/>
        </w:rPr>
        <w:tab/>
      </w:r>
      <w:r w:rsidRPr="00B35467">
        <w:rPr>
          <w:rFonts w:ascii="Arial" w:hAnsi="Arial" w:cs="Arial"/>
          <w:sz w:val="24"/>
        </w:rPr>
        <w:tab/>
      </w:r>
      <w:hyperlink r:id="rId8" w:history="1">
        <w:r w:rsidRPr="00B35467">
          <w:rPr>
            <w:rFonts w:ascii="Arial" w:hAnsi="Arial" w:cs="Arial"/>
            <w:sz w:val="24"/>
          </w:rPr>
          <w:t>urad@obecdlouhaloucka.cz</w:t>
        </w:r>
      </w:hyperlink>
    </w:p>
    <w:p w:rsidR="009A7BA1" w:rsidRPr="009F6185" w:rsidRDefault="009A7BA1" w:rsidP="00E85068">
      <w:pPr>
        <w:autoSpaceDE w:val="0"/>
        <w:spacing w:before="240" w:line="360" w:lineRule="auto"/>
        <w:rPr>
          <w:rFonts w:ascii="Arial" w:hAnsi="Arial" w:cs="Arial"/>
          <w:sz w:val="24"/>
        </w:rPr>
      </w:pPr>
      <w:r w:rsidRPr="009F6185">
        <w:rPr>
          <w:rFonts w:ascii="Arial" w:hAnsi="Arial" w:cs="Arial"/>
          <w:sz w:val="24"/>
        </w:rPr>
        <w:t>Zpracovatel:</w:t>
      </w:r>
      <w:r w:rsidRPr="009F6185">
        <w:rPr>
          <w:rFonts w:ascii="Arial" w:hAnsi="Arial" w:cs="Arial"/>
          <w:sz w:val="24"/>
        </w:rPr>
        <w:tab/>
      </w:r>
      <w:r w:rsidRPr="009F6185">
        <w:rPr>
          <w:rFonts w:ascii="Arial" w:hAnsi="Arial" w:cs="Arial"/>
          <w:sz w:val="24"/>
        </w:rPr>
        <w:tab/>
      </w:r>
      <w:r w:rsidRPr="009F6185">
        <w:rPr>
          <w:rFonts w:ascii="Arial" w:hAnsi="Arial" w:cs="Arial"/>
          <w:sz w:val="24"/>
        </w:rPr>
        <w:tab/>
        <w:t>SINGRAF – projekční kancelář, Nádražní 1309/11</w:t>
      </w:r>
    </w:p>
    <w:p w:rsidR="009A7BA1" w:rsidRPr="009F6185" w:rsidRDefault="009A7BA1" w:rsidP="009F6185">
      <w:pPr>
        <w:spacing w:line="360" w:lineRule="auto"/>
        <w:ind w:left="2127" w:firstLine="709"/>
        <w:rPr>
          <w:rFonts w:ascii="Arial" w:hAnsi="Arial" w:cs="Arial"/>
          <w:sz w:val="24"/>
        </w:rPr>
      </w:pPr>
      <w:r w:rsidRPr="009F6185">
        <w:rPr>
          <w:rFonts w:ascii="Arial" w:hAnsi="Arial" w:cs="Arial"/>
          <w:sz w:val="24"/>
        </w:rPr>
        <w:t>571 01 Moravská Třebová</w:t>
      </w:r>
    </w:p>
    <w:p w:rsidR="009A7BA1" w:rsidRPr="009F6185" w:rsidRDefault="00E85068" w:rsidP="009F618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Kontaktní osoba</w:t>
      </w:r>
      <w:r w:rsidR="009A7BA1" w:rsidRPr="009F6185">
        <w:rPr>
          <w:rFonts w:ascii="Arial" w:hAnsi="Arial" w:cs="Arial"/>
          <w:sz w:val="24"/>
        </w:rPr>
        <w:t>:</w:t>
      </w:r>
      <w:r w:rsidR="009A7BA1" w:rsidRPr="009F6185">
        <w:rPr>
          <w:rFonts w:ascii="Arial" w:hAnsi="Arial" w:cs="Arial"/>
          <w:sz w:val="24"/>
        </w:rPr>
        <w:tab/>
      </w:r>
      <w:r w:rsidR="009A7BA1" w:rsidRPr="009F6185">
        <w:rPr>
          <w:rFonts w:ascii="Arial" w:hAnsi="Arial" w:cs="Arial"/>
          <w:sz w:val="24"/>
        </w:rPr>
        <w:tab/>
        <w:t xml:space="preserve">Ing. Tomáš Kolkop – autorizovaný inženýr pro pozemní </w:t>
      </w:r>
    </w:p>
    <w:p w:rsidR="009A7BA1" w:rsidRPr="009F6185" w:rsidRDefault="009A7BA1" w:rsidP="009F6185">
      <w:pPr>
        <w:spacing w:line="360" w:lineRule="auto"/>
        <w:ind w:left="2127" w:firstLine="709"/>
        <w:rPr>
          <w:rFonts w:ascii="Arial" w:hAnsi="Arial" w:cs="Arial"/>
          <w:sz w:val="24"/>
        </w:rPr>
      </w:pPr>
      <w:r w:rsidRPr="009F6185">
        <w:rPr>
          <w:rFonts w:ascii="Arial" w:hAnsi="Arial" w:cs="Arial"/>
          <w:sz w:val="24"/>
        </w:rPr>
        <w:t>stavby ČKAIT: 0701361</w:t>
      </w:r>
    </w:p>
    <w:p w:rsidR="00E85068" w:rsidRDefault="00E85068" w:rsidP="009F618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Telefon:</w:t>
      </w:r>
      <w:r w:rsidR="009F6185" w:rsidRPr="009F6185">
        <w:rPr>
          <w:rFonts w:ascii="Arial" w:hAnsi="Arial" w:cs="Arial"/>
          <w:sz w:val="24"/>
        </w:rPr>
        <w:tab/>
      </w:r>
      <w:r w:rsidR="009F6185" w:rsidRPr="009F6185">
        <w:rPr>
          <w:rFonts w:ascii="Arial" w:hAnsi="Arial" w:cs="Arial"/>
          <w:sz w:val="24"/>
        </w:rPr>
        <w:tab/>
      </w:r>
      <w:r w:rsidR="009F6185" w:rsidRPr="009F6185">
        <w:rPr>
          <w:rFonts w:ascii="Arial" w:hAnsi="Arial" w:cs="Arial"/>
          <w:sz w:val="24"/>
        </w:rPr>
        <w:tab/>
        <w:t>+420 605 129</w:t>
      </w:r>
      <w:r>
        <w:rPr>
          <w:rFonts w:ascii="Arial" w:hAnsi="Arial" w:cs="Arial"/>
          <w:sz w:val="24"/>
        </w:rPr>
        <w:t> </w:t>
      </w:r>
      <w:r w:rsidR="009F6185" w:rsidRPr="009F6185">
        <w:rPr>
          <w:rFonts w:ascii="Arial" w:hAnsi="Arial" w:cs="Arial"/>
          <w:sz w:val="24"/>
        </w:rPr>
        <w:t>188</w:t>
      </w:r>
    </w:p>
    <w:p w:rsidR="00E85068" w:rsidRDefault="00E85068" w:rsidP="009F6185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</w:t>
      </w:r>
      <w:r w:rsidR="009F6185" w:rsidRPr="009F6185">
        <w:rPr>
          <w:rFonts w:ascii="Arial" w:hAnsi="Arial" w:cs="Arial"/>
          <w:sz w:val="24"/>
        </w:rPr>
        <w:t xml:space="preserve">mail: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hyperlink r:id="rId9" w:history="1">
        <w:r w:rsidR="009F6185" w:rsidRPr="009F6185">
          <w:rPr>
            <w:rFonts w:ascii="Arial" w:hAnsi="Arial" w:cs="Arial"/>
            <w:sz w:val="24"/>
          </w:rPr>
          <w:t>kolkop@singraf.cz</w:t>
        </w:r>
      </w:hyperlink>
    </w:p>
    <w:p w:rsidR="009F6185" w:rsidRDefault="009F6185" w:rsidP="00350EB6">
      <w:pPr>
        <w:rPr>
          <w:rFonts w:ascii="Arial" w:hAnsi="Arial" w:cs="Arial"/>
          <w:sz w:val="24"/>
        </w:rPr>
      </w:pPr>
    </w:p>
    <w:p w:rsidR="000D43FF" w:rsidRDefault="000D43FF" w:rsidP="00350EB6">
      <w:pPr>
        <w:rPr>
          <w:rFonts w:ascii="Arial" w:hAnsi="Arial" w:cs="Arial"/>
          <w:sz w:val="24"/>
        </w:rPr>
      </w:pPr>
    </w:p>
    <w:p w:rsidR="000D43FF" w:rsidRDefault="000D43FF" w:rsidP="000D43F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Stavba dotčená stavebními úpravami, k níž je navrhována i nová přístavba sousedí s vodním tokem </w:t>
      </w:r>
      <w:proofErr w:type="spellStart"/>
      <w:r>
        <w:rPr>
          <w:rFonts w:ascii="Arial" w:hAnsi="Arial" w:cs="Arial"/>
          <w:sz w:val="24"/>
        </w:rPr>
        <w:t>Třebůvka</w:t>
      </w:r>
      <w:proofErr w:type="spellEnd"/>
      <w:r>
        <w:rPr>
          <w:rFonts w:ascii="Arial" w:hAnsi="Arial" w:cs="Arial"/>
          <w:sz w:val="24"/>
        </w:rPr>
        <w:t xml:space="preserve">, kde byla vyhlášena </w:t>
      </w:r>
      <w:r>
        <w:rPr>
          <w:rFonts w:ascii="Arial" w:hAnsi="Arial" w:cs="Arial"/>
          <w:sz w:val="24"/>
        </w:rPr>
        <w:t>aktivní zóna záplavového území</w:t>
      </w:r>
      <w:r>
        <w:rPr>
          <w:rFonts w:ascii="Arial" w:hAnsi="Arial" w:cs="Arial"/>
          <w:sz w:val="24"/>
        </w:rPr>
        <w:t xml:space="preserve">, přičemž předmětné objekty do </w:t>
      </w:r>
      <w:proofErr w:type="gramStart"/>
      <w:r>
        <w:rPr>
          <w:rFonts w:ascii="Arial" w:hAnsi="Arial" w:cs="Arial"/>
          <w:sz w:val="24"/>
        </w:rPr>
        <w:t>ni</w:t>
      </w:r>
      <w:proofErr w:type="gramEnd"/>
      <w:r>
        <w:rPr>
          <w:rFonts w:ascii="Arial" w:hAnsi="Arial" w:cs="Arial"/>
          <w:sz w:val="24"/>
        </w:rPr>
        <w:t xml:space="preserve"> nezasahují. </w:t>
      </w:r>
    </w:p>
    <w:p w:rsidR="000D43FF" w:rsidRDefault="000D43FF" w:rsidP="000D43F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Nově navržená přístavba bude založena na ŽB patkách průměr 300 mm </w:t>
      </w:r>
      <w:r>
        <w:rPr>
          <w:rFonts w:ascii="Arial" w:hAnsi="Arial" w:cs="Arial"/>
          <w:sz w:val="24"/>
        </w:rPr>
        <w:t>s úrovní 1. NP 0,5 m nad stávajícím terénem, přičemž do plochy případného rozlivu zasáhne pouze jedna patka, která výrazně neovlivní samotný odtok.</w:t>
      </w:r>
    </w:p>
    <w:p w:rsidR="000D43FF" w:rsidRDefault="000D43FF" w:rsidP="000D43FF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Lze tedy konstatovat, že stavba nebude mít negativní vliv na odtokové poměry.</w:t>
      </w:r>
    </w:p>
    <w:p w:rsidR="000D43FF" w:rsidRDefault="000D43FF" w:rsidP="000D43FF">
      <w:pPr>
        <w:rPr>
          <w:rFonts w:ascii="Arial" w:hAnsi="Arial" w:cs="Arial"/>
          <w:sz w:val="24"/>
        </w:rPr>
      </w:pPr>
    </w:p>
    <w:p w:rsidR="000D43FF" w:rsidRDefault="000D43FF" w:rsidP="00350EB6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1" locked="0" layoutInCell="1" allowOverlap="1" wp14:anchorId="79BBBCD2" wp14:editId="3247B642">
            <wp:simplePos x="0" y="0"/>
            <wp:positionH relativeFrom="column">
              <wp:posOffset>3832860</wp:posOffset>
            </wp:positionH>
            <wp:positionV relativeFrom="paragraph">
              <wp:posOffset>71120</wp:posOffset>
            </wp:positionV>
            <wp:extent cx="1589636" cy="1542882"/>
            <wp:effectExtent l="0" t="0" r="0" b="63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636" cy="15428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D43FF" w:rsidRDefault="000D43FF" w:rsidP="00350EB6">
      <w:pPr>
        <w:rPr>
          <w:rFonts w:ascii="Arial" w:hAnsi="Arial" w:cs="Arial"/>
          <w:sz w:val="24"/>
        </w:rPr>
      </w:pPr>
    </w:p>
    <w:p w:rsidR="000D43FF" w:rsidRDefault="000D43FF" w:rsidP="00350EB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 Moravské Třebové 22. 11. 2016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</w:t>
      </w:r>
    </w:p>
    <w:p w:rsidR="000D43FF" w:rsidRDefault="000D43FF" w:rsidP="00350EB6">
      <w:pPr>
        <w:rPr>
          <w:rFonts w:ascii="Arial" w:hAnsi="Arial" w:cs="Arial"/>
          <w:sz w:val="24"/>
        </w:rPr>
      </w:pPr>
    </w:p>
    <w:p w:rsidR="000D43FF" w:rsidRDefault="000D43FF" w:rsidP="00350EB6">
      <w:pPr>
        <w:rPr>
          <w:rFonts w:ascii="Arial" w:hAnsi="Arial" w:cs="Arial"/>
          <w:sz w:val="24"/>
        </w:rPr>
      </w:pPr>
    </w:p>
    <w:p w:rsidR="000D43FF" w:rsidRDefault="000D43FF" w:rsidP="00350EB6">
      <w:pPr>
        <w:rPr>
          <w:rFonts w:ascii="Arial" w:hAnsi="Arial" w:cs="Arial"/>
          <w:sz w:val="24"/>
        </w:rPr>
      </w:pPr>
    </w:p>
    <w:p w:rsidR="000D43FF" w:rsidRDefault="000D43FF" w:rsidP="000D43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</w:t>
      </w:r>
    </w:p>
    <w:p w:rsidR="000D43FF" w:rsidRDefault="000D43FF" w:rsidP="000D43FF">
      <w:pPr>
        <w:rPr>
          <w:rFonts w:ascii="Arial" w:hAnsi="Arial" w:cs="Arial"/>
          <w:sz w:val="24"/>
        </w:rPr>
      </w:pPr>
    </w:p>
    <w:p w:rsidR="000D43FF" w:rsidRDefault="000D43FF" w:rsidP="000D43FF">
      <w:pPr>
        <w:rPr>
          <w:rFonts w:ascii="Arial" w:hAnsi="Arial" w:cs="Arial"/>
          <w:sz w:val="24"/>
        </w:rPr>
      </w:pPr>
    </w:p>
    <w:p w:rsidR="000D43FF" w:rsidRDefault="000D43FF" w:rsidP="000D43FF">
      <w:pPr>
        <w:ind w:left="4963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Ing. Tomáš Kolkop</w:t>
      </w:r>
    </w:p>
    <w:sectPr w:rsidR="000D43FF" w:rsidSect="00105664">
      <w:headerReference w:type="default" r:id="rId11"/>
      <w:footerReference w:type="default" r:id="rId12"/>
      <w:pgSz w:w="11906" w:h="16838" w:code="9"/>
      <w:pgMar w:top="0" w:right="1134" w:bottom="1276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A97" w:rsidRDefault="00E63A97">
      <w:r>
        <w:separator/>
      </w:r>
    </w:p>
  </w:endnote>
  <w:endnote w:type="continuationSeparator" w:id="0">
    <w:p w:rsidR="00E63A97" w:rsidRDefault="00E6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CAD" w:rsidRDefault="00053A66" w:rsidP="00E7316C">
    <w:pPr>
      <w:pStyle w:val="Zpat"/>
      <w:tabs>
        <w:tab w:val="clear" w:pos="4536"/>
        <w:tab w:val="clear" w:pos="9072"/>
        <w:tab w:val="left" w:pos="3690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-511175</wp:posOffset>
              </wp:positionV>
              <wp:extent cx="5619750" cy="72390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0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CAD" w:rsidRDefault="00A00CAD" w:rsidP="00890DAA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A00CAD" w:rsidRDefault="00A00CAD" w:rsidP="00135043">
                          <w:pPr>
                            <w:spacing w:before="40"/>
                            <w:ind w:left="3545" w:hanging="354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35043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 xml:space="preserve"> SINGRAF – projekční kancelář</w:t>
                          </w: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ab/>
                          </w:r>
                          <w:r w:rsidRPr="007A5AC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Sídlo: </w:t>
                          </w:r>
                          <w:r w:rsidRPr="007A5AC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Nádražní 1309/11, </w:t>
                          </w:r>
                          <w:r w:rsidRPr="00271AA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571 01 Moravská Třebová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A00CAD" w:rsidRDefault="00A00CAD" w:rsidP="00135043">
                          <w:pPr>
                            <w:ind w:left="2836" w:firstLine="709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Kontakt: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 xml:space="preserve">+420 605 129 188, </w:t>
                          </w:r>
                          <w:hyperlink r:id="rId1" w:history="1">
                            <w:r w:rsidRPr="007A5A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kolkop@singraf.cz</w:t>
                            </w:r>
                          </w:hyperlink>
                        </w:p>
                        <w:p w:rsidR="00A00CAD" w:rsidRPr="0094118F" w:rsidRDefault="00A00CAD" w:rsidP="00135043">
                          <w:pPr>
                            <w:ind w:left="2836" w:firstLine="709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4118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Web:</w:t>
                          </w:r>
                          <w:r w:rsidRPr="0094118F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www.singraf.cz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.45pt;margin-top:-40.25pt;width:442.5pt;height:5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Q/tgIAALo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" filled="f" stroked="f">
              <v:textbox>
                <w:txbxContent>
                  <w:p w:rsidR="00A00CAD" w:rsidRDefault="00A00CAD" w:rsidP="00890DAA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A00CAD" w:rsidRDefault="00A00CAD" w:rsidP="00135043">
                    <w:pPr>
                      <w:spacing w:before="40"/>
                      <w:ind w:left="3545" w:hanging="354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35043"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 xml:space="preserve"> SINGRAF – projekční kancelář</w:t>
                    </w: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ab/>
                    </w:r>
                    <w:r w:rsidRPr="007A5AC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Sídlo: </w:t>
                    </w:r>
                    <w:r w:rsidRPr="007A5ACB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Nádražní 1309/11, </w:t>
                    </w:r>
                    <w:r w:rsidRPr="00271AAD">
                      <w:rPr>
                        <w:rFonts w:ascii="Arial" w:hAnsi="Arial" w:cs="Arial"/>
                        <w:sz w:val="16"/>
                        <w:szCs w:val="16"/>
                      </w:rPr>
                      <w:t>571 01 Moravská Třebová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</w:p>
                  <w:p w:rsidR="00A00CAD" w:rsidRDefault="00A00CAD" w:rsidP="00135043">
                    <w:pPr>
                      <w:ind w:left="2836" w:firstLine="709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Kontakt: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 xml:space="preserve">+420 605 129 188, </w:t>
                    </w:r>
                    <w:hyperlink r:id="rId2" w:history="1">
                      <w:r w:rsidRPr="007A5ACB">
                        <w:rPr>
                          <w:rFonts w:ascii="Arial" w:hAnsi="Arial" w:cs="Arial"/>
                          <w:sz w:val="16"/>
                          <w:szCs w:val="16"/>
                        </w:rPr>
                        <w:t>kolkop@singraf.cz</w:t>
                      </w:r>
                    </w:hyperlink>
                  </w:p>
                  <w:p w:rsidR="00A00CAD" w:rsidRPr="0094118F" w:rsidRDefault="00A00CAD" w:rsidP="00135043">
                    <w:pPr>
                      <w:ind w:left="2836" w:firstLine="709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4118F">
                      <w:rPr>
                        <w:rFonts w:ascii="Arial" w:hAnsi="Arial" w:cs="Arial"/>
                        <w:sz w:val="16"/>
                        <w:szCs w:val="16"/>
                      </w:rPr>
                      <w:t>Web:</w:t>
                    </w:r>
                    <w:r w:rsidRPr="0094118F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www.singraf.cz</w:t>
                    </w:r>
                  </w:p>
                </w:txbxContent>
              </v:textbox>
            </v:shape>
          </w:pict>
        </mc:Fallback>
      </mc:AlternateContent>
    </w:r>
    <w:r w:rsidR="00A00CAD" w:rsidRPr="00F722FC">
      <w:rPr>
        <w:noProof/>
        <w:color w:val="808080"/>
      </w:rPr>
      <w:drawing>
        <wp:anchor distT="0" distB="0" distL="114300" distR="114300" simplePos="0" relativeHeight="251656704" behindDoc="1" locked="0" layoutInCell="1" allowOverlap="1" wp14:anchorId="6609D7C3" wp14:editId="22A7315A">
          <wp:simplePos x="0" y="0"/>
          <wp:positionH relativeFrom="column">
            <wp:posOffset>108585</wp:posOffset>
          </wp:positionH>
          <wp:positionV relativeFrom="paragraph">
            <wp:posOffset>-168275</wp:posOffset>
          </wp:positionV>
          <wp:extent cx="1676400" cy="279743"/>
          <wp:effectExtent l="0" t="0" r="0" b="0"/>
          <wp:wrapNone/>
          <wp:docPr id="19" name="obrázek 1" descr="D:\Singraf\Webové stránky\Web Brkys 2014\Nové logo\LOGO-HIGH-RES ú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ingraf\Webové stránky\Web Brkys 2014\Nové logo\LOGO-HIGH-RES úprava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279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-24766</wp:posOffset>
              </wp:positionH>
              <wp:positionV relativeFrom="paragraph">
                <wp:posOffset>-344805</wp:posOffset>
              </wp:positionV>
              <wp:extent cx="0" cy="492760"/>
              <wp:effectExtent l="0" t="0" r="0" b="2540"/>
              <wp:wrapNone/>
              <wp:docPr id="8" name="AutoShap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27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C7244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" o:spid="_x0000_s1026" type="#_x0000_t32" style="position:absolute;margin-left:-1.95pt;margin-top:-27.15pt;width:0;height:38.8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" strokecolor="gray"/>
          </w:pict>
        </mc:Fallback>
      </mc:AlternateContent>
    </w:r>
    <w:r>
      <w:rPr>
        <w:rFonts w:asciiTheme="majorHAnsi" w:eastAsiaTheme="majorEastAsia" w:hAnsiTheme="majorHAnsi" w:cstheme="majorBidi"/>
        <w:noProof/>
        <w:color w:val="808080"/>
        <w:sz w:val="28"/>
        <w:szCs w:val="28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rightMargin">
                <wp:posOffset>-296545</wp:posOffset>
              </wp:positionH>
              <wp:positionV relativeFrom="page">
                <wp:posOffset>9900920</wp:posOffset>
              </wp:positionV>
              <wp:extent cx="346710" cy="346710"/>
              <wp:effectExtent l="8255" t="4445" r="6985" b="1270"/>
              <wp:wrapNone/>
              <wp:docPr id="7" name="Oval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6710"/>
                      </a:xfrm>
                      <a:prstGeom prst="ellipse">
                        <a:avLst/>
                      </a:prstGeom>
                      <a:solidFill>
                        <a:schemeClr val="bg1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0CAD" w:rsidRDefault="00A00CAD">
                          <w:pPr>
                            <w:rPr>
                              <w:rStyle w:val="slostrnky"/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0D43FF" w:rsidRPr="000D43FF">
                            <w:rPr>
                              <w:rStyle w:val="slostrnky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t>1</w:t>
                          </w:r>
                          <w:r>
                            <w:rPr>
                              <w:rStyle w:val="slostrnky"/>
                              <w:b/>
                              <w:noProof/>
                              <w:color w:val="FFFFFF" w:themeColor="background1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2" o:spid="_x0000_s1027" style="position:absolute;left:0;text-align:left;margin-left:-23.35pt;margin-top:779.6pt;width:27.3pt;height:27.3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" o:allowincell="f" fillcolor="#bfbfbf [2412]" stroked="f">
              <v:textbox inset="0,,0">
                <w:txbxContent>
                  <w:p w:rsidR="00A00CAD" w:rsidRDefault="00A00CAD">
                    <w:pPr>
                      <w:rPr>
                        <w:rStyle w:val="slostrnky"/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0D43FF" w:rsidRPr="000D43FF">
                      <w:rPr>
                        <w:rStyle w:val="slostrnky"/>
                        <w:b/>
                        <w:noProof/>
                        <w:color w:val="FFFFFF" w:themeColor="background1"/>
                        <w:sz w:val="24"/>
                      </w:rPr>
                      <w:t>1</w:t>
                    </w:r>
                    <w:r>
                      <w:rPr>
                        <w:rStyle w:val="slostrnky"/>
                        <w:b/>
                        <w:noProof/>
                        <w:color w:val="FFFFFF" w:themeColor="background1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A97" w:rsidRDefault="00E63A97">
      <w:r>
        <w:separator/>
      </w:r>
    </w:p>
  </w:footnote>
  <w:footnote w:type="continuationSeparator" w:id="0">
    <w:p w:rsidR="00E63A97" w:rsidRDefault="00E63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EA8" w:rsidRDefault="000D43FF" w:rsidP="009B4EA8">
    <w:pPr>
      <w:pStyle w:val="Zhlav"/>
      <w:tabs>
        <w:tab w:val="clear" w:pos="4536"/>
        <w:tab w:val="clear" w:pos="9072"/>
      </w:tabs>
      <w:rPr>
        <w:rFonts w:ascii="Arial" w:hAnsi="Arial" w:cs="Arial"/>
        <w:noProof/>
        <w:color w:val="808080" w:themeColor="background1" w:themeShade="80"/>
        <w:szCs w:val="20"/>
      </w:rPr>
    </w:pPr>
    <w:r>
      <w:rPr>
        <w:rFonts w:ascii="Arial" w:hAnsi="Arial" w:cs="Arial"/>
        <w:noProof/>
        <w:color w:val="808080" w:themeColor="background1" w:themeShade="80"/>
        <w:szCs w:val="20"/>
      </w:rPr>
      <w:t>Posouzení vlivu stavby na odtokové poměry</w:t>
    </w:r>
    <w:r w:rsidR="009B4EA8">
      <w:rPr>
        <w:rFonts w:ascii="Arial" w:hAnsi="Arial" w:cs="Arial"/>
        <w:noProof/>
        <w:color w:val="808080" w:themeColor="background1" w:themeShade="80"/>
        <w:szCs w:val="20"/>
      </w:rPr>
      <w:tab/>
    </w:r>
  </w:p>
  <w:p w:rsidR="00A00CAD" w:rsidRPr="009B4EA8" w:rsidRDefault="000D43FF" w:rsidP="000D43FF">
    <w:pPr>
      <w:pStyle w:val="Zhlav"/>
      <w:tabs>
        <w:tab w:val="clear" w:pos="4536"/>
        <w:tab w:val="clear" w:pos="9072"/>
      </w:tabs>
      <w:rPr>
        <w:rFonts w:ascii="Arial" w:hAnsi="Arial" w:cs="Arial"/>
        <w:noProof/>
        <w:color w:val="808080" w:themeColor="background1" w:themeShade="80"/>
        <w:szCs w:val="20"/>
      </w:rPr>
    </w:pPr>
    <w:r>
      <w:rPr>
        <w:rFonts w:ascii="Arial" w:hAnsi="Arial" w:cs="Arial"/>
        <w:noProof/>
        <w:color w:val="808080" w:themeColor="background1" w:themeShade="80"/>
        <w:szCs w:val="20"/>
      </w:rPr>
      <w:t>Stavební úpravy objektu č.p. 133, Dlouhá Loučka</w:t>
    </w:r>
    <w:r w:rsidR="009B4EA8">
      <w:rPr>
        <w:rFonts w:ascii="Arial" w:hAnsi="Arial" w:cs="Arial"/>
        <w:noProof/>
        <w:color w:val="808080" w:themeColor="background1" w:themeShade="8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325EB"/>
    <w:multiLevelType w:val="hybridMultilevel"/>
    <w:tmpl w:val="28107B0A"/>
    <w:lvl w:ilvl="0" w:tplc="040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 w15:restartNumberingAfterBreak="0">
    <w:nsid w:val="131F37E2"/>
    <w:multiLevelType w:val="multilevel"/>
    <w:tmpl w:val="11C865EE"/>
    <w:lvl w:ilvl="0">
      <w:numFmt w:val="decimal"/>
      <w:lvlText w:val="%1.0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69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A5271B7"/>
    <w:multiLevelType w:val="hybridMultilevel"/>
    <w:tmpl w:val="5572845E"/>
    <w:lvl w:ilvl="0" w:tplc="AD3C8024">
      <w:start w:val="571"/>
      <w:numFmt w:val="bullet"/>
      <w:lvlText w:val="-"/>
      <w:lvlJc w:val="left"/>
      <w:pPr>
        <w:ind w:left="2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3" w15:restartNumberingAfterBreak="0">
    <w:nsid w:val="1D5B702E"/>
    <w:multiLevelType w:val="hybridMultilevel"/>
    <w:tmpl w:val="625015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79F8"/>
    <w:multiLevelType w:val="hybridMultilevel"/>
    <w:tmpl w:val="63FC2BF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0D5148"/>
    <w:multiLevelType w:val="hybridMultilevel"/>
    <w:tmpl w:val="3678EFBC"/>
    <w:lvl w:ilvl="0" w:tplc="D3840B1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A0E10F9"/>
    <w:multiLevelType w:val="hybridMultilevel"/>
    <w:tmpl w:val="93C8E2B0"/>
    <w:lvl w:ilvl="0" w:tplc="A4BE8216">
      <w:start w:val="5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BC274F0"/>
    <w:multiLevelType w:val="hybridMultilevel"/>
    <w:tmpl w:val="E09E9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E70FC"/>
    <w:multiLevelType w:val="hybridMultilevel"/>
    <w:tmpl w:val="8306EB64"/>
    <w:lvl w:ilvl="0" w:tplc="E124DBF2">
      <w:start w:val="5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648BC"/>
    <w:multiLevelType w:val="hybridMultilevel"/>
    <w:tmpl w:val="68446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E034F"/>
    <w:multiLevelType w:val="hybridMultilevel"/>
    <w:tmpl w:val="B8C0370A"/>
    <w:lvl w:ilvl="0" w:tplc="FAE23306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1789" w:hanging="180"/>
      </w:pPr>
    </w:lvl>
    <w:lvl w:ilvl="3" w:tplc="0405000F" w:tentative="1">
      <w:start w:val="1"/>
      <w:numFmt w:val="decimal"/>
      <w:lvlText w:val="%4."/>
      <w:lvlJc w:val="left"/>
      <w:pPr>
        <w:ind w:left="2509" w:hanging="360"/>
      </w:pPr>
    </w:lvl>
    <w:lvl w:ilvl="4" w:tplc="04050019" w:tentative="1">
      <w:start w:val="1"/>
      <w:numFmt w:val="lowerLetter"/>
      <w:lvlText w:val="%5."/>
      <w:lvlJc w:val="left"/>
      <w:pPr>
        <w:ind w:left="3229" w:hanging="360"/>
      </w:pPr>
    </w:lvl>
    <w:lvl w:ilvl="5" w:tplc="0405001B" w:tentative="1">
      <w:start w:val="1"/>
      <w:numFmt w:val="lowerRoman"/>
      <w:lvlText w:val="%6."/>
      <w:lvlJc w:val="right"/>
      <w:pPr>
        <w:ind w:left="3949" w:hanging="180"/>
      </w:pPr>
    </w:lvl>
    <w:lvl w:ilvl="6" w:tplc="0405000F" w:tentative="1">
      <w:start w:val="1"/>
      <w:numFmt w:val="decimal"/>
      <w:lvlText w:val="%7."/>
      <w:lvlJc w:val="left"/>
      <w:pPr>
        <w:ind w:left="4669" w:hanging="360"/>
      </w:pPr>
    </w:lvl>
    <w:lvl w:ilvl="7" w:tplc="04050019" w:tentative="1">
      <w:start w:val="1"/>
      <w:numFmt w:val="lowerLetter"/>
      <w:lvlText w:val="%8."/>
      <w:lvlJc w:val="left"/>
      <w:pPr>
        <w:ind w:left="5389" w:hanging="360"/>
      </w:pPr>
    </w:lvl>
    <w:lvl w:ilvl="8" w:tplc="040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1" w15:restartNumberingAfterBreak="0">
    <w:nsid w:val="32D3752C"/>
    <w:multiLevelType w:val="hybridMultilevel"/>
    <w:tmpl w:val="F92A86B6"/>
    <w:lvl w:ilvl="0" w:tplc="ACC24008">
      <w:start w:val="57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C4D7F"/>
    <w:multiLevelType w:val="hybridMultilevel"/>
    <w:tmpl w:val="0FFA4A78"/>
    <w:lvl w:ilvl="0" w:tplc="A4BE821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E47D1"/>
    <w:multiLevelType w:val="hybridMultilevel"/>
    <w:tmpl w:val="D2AE07A4"/>
    <w:lvl w:ilvl="0" w:tplc="5BD430F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C44A6F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5BCF91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E92FBC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8C8A72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76A2D1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5022E6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ABE46A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9721C8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42371C"/>
    <w:multiLevelType w:val="hybridMultilevel"/>
    <w:tmpl w:val="4E3E15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AEC2361"/>
    <w:multiLevelType w:val="hybridMultilevel"/>
    <w:tmpl w:val="FEC67C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1392A"/>
    <w:multiLevelType w:val="hybridMultilevel"/>
    <w:tmpl w:val="3DEA9B0A"/>
    <w:lvl w:ilvl="0" w:tplc="C4E04C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C618E"/>
    <w:multiLevelType w:val="hybridMultilevel"/>
    <w:tmpl w:val="892E527A"/>
    <w:lvl w:ilvl="0" w:tplc="A7C0097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79640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10EDFF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E06E69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0AAE66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F0980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818D6A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E5C068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A1813D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B470A2"/>
    <w:multiLevelType w:val="hybridMultilevel"/>
    <w:tmpl w:val="4E2EC8B0"/>
    <w:lvl w:ilvl="0" w:tplc="2B68AC1C">
      <w:start w:val="53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A5015A7"/>
    <w:multiLevelType w:val="hybridMultilevel"/>
    <w:tmpl w:val="C7DCF09C"/>
    <w:lvl w:ilvl="0" w:tplc="EFC647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13C2D"/>
    <w:multiLevelType w:val="hybridMultilevel"/>
    <w:tmpl w:val="20D8572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0AE6F60"/>
    <w:multiLevelType w:val="hybridMultilevel"/>
    <w:tmpl w:val="78F2570A"/>
    <w:lvl w:ilvl="0" w:tplc="B37400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1214C"/>
    <w:multiLevelType w:val="hybridMultilevel"/>
    <w:tmpl w:val="C8421478"/>
    <w:lvl w:ilvl="0" w:tplc="37DC4606">
      <w:start w:val="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56CA3A66"/>
    <w:multiLevelType w:val="hybridMultilevel"/>
    <w:tmpl w:val="3392F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C176C2"/>
    <w:multiLevelType w:val="hybridMultilevel"/>
    <w:tmpl w:val="E52ECEC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86534"/>
    <w:multiLevelType w:val="hybridMultilevel"/>
    <w:tmpl w:val="AD1A71B4"/>
    <w:lvl w:ilvl="0" w:tplc="C57CD8E0">
      <w:start w:val="1"/>
      <w:numFmt w:val="lowerLetter"/>
      <w:lvlText w:val="%1)"/>
      <w:lvlJc w:val="left"/>
      <w:pPr>
        <w:ind w:left="702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743" w:hanging="360"/>
      </w:pPr>
    </w:lvl>
    <w:lvl w:ilvl="2" w:tplc="0405001B" w:tentative="1">
      <w:start w:val="1"/>
      <w:numFmt w:val="lowerRoman"/>
      <w:lvlText w:val="%3."/>
      <w:lvlJc w:val="right"/>
      <w:pPr>
        <w:ind w:left="8463" w:hanging="180"/>
      </w:pPr>
    </w:lvl>
    <w:lvl w:ilvl="3" w:tplc="0405000F" w:tentative="1">
      <w:start w:val="1"/>
      <w:numFmt w:val="decimal"/>
      <w:lvlText w:val="%4."/>
      <w:lvlJc w:val="left"/>
      <w:pPr>
        <w:ind w:left="9183" w:hanging="360"/>
      </w:pPr>
    </w:lvl>
    <w:lvl w:ilvl="4" w:tplc="04050019" w:tentative="1">
      <w:start w:val="1"/>
      <w:numFmt w:val="lowerLetter"/>
      <w:lvlText w:val="%5."/>
      <w:lvlJc w:val="left"/>
      <w:pPr>
        <w:ind w:left="9903" w:hanging="360"/>
      </w:pPr>
    </w:lvl>
    <w:lvl w:ilvl="5" w:tplc="0405001B" w:tentative="1">
      <w:start w:val="1"/>
      <w:numFmt w:val="lowerRoman"/>
      <w:lvlText w:val="%6."/>
      <w:lvlJc w:val="right"/>
      <w:pPr>
        <w:ind w:left="10623" w:hanging="180"/>
      </w:pPr>
    </w:lvl>
    <w:lvl w:ilvl="6" w:tplc="0405000F" w:tentative="1">
      <w:start w:val="1"/>
      <w:numFmt w:val="decimal"/>
      <w:lvlText w:val="%7."/>
      <w:lvlJc w:val="left"/>
      <w:pPr>
        <w:ind w:left="11343" w:hanging="360"/>
      </w:pPr>
    </w:lvl>
    <w:lvl w:ilvl="7" w:tplc="04050019" w:tentative="1">
      <w:start w:val="1"/>
      <w:numFmt w:val="lowerLetter"/>
      <w:lvlText w:val="%8."/>
      <w:lvlJc w:val="left"/>
      <w:pPr>
        <w:ind w:left="12063" w:hanging="360"/>
      </w:pPr>
    </w:lvl>
    <w:lvl w:ilvl="8" w:tplc="040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6" w15:restartNumberingAfterBreak="0">
    <w:nsid w:val="669F3FB6"/>
    <w:multiLevelType w:val="hybridMultilevel"/>
    <w:tmpl w:val="4036AAEA"/>
    <w:lvl w:ilvl="0" w:tplc="1F9CED0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6C293117"/>
    <w:multiLevelType w:val="hybridMultilevel"/>
    <w:tmpl w:val="26B6599C"/>
    <w:lvl w:ilvl="0" w:tplc="4BC060AC">
      <w:start w:val="1"/>
      <w:numFmt w:val="decimal"/>
      <w:lvlText w:val="%1."/>
      <w:lvlJc w:val="left"/>
      <w:pPr>
        <w:ind w:left="1572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8" w15:restartNumberingAfterBreak="0">
    <w:nsid w:val="6D082D83"/>
    <w:multiLevelType w:val="hybridMultilevel"/>
    <w:tmpl w:val="CAEEB6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8C5674"/>
    <w:multiLevelType w:val="hybridMultilevel"/>
    <w:tmpl w:val="3F3A16C2"/>
    <w:lvl w:ilvl="0" w:tplc="C030717C">
      <w:numFmt w:val="bullet"/>
      <w:lvlText w:val="-"/>
      <w:lvlJc w:val="left"/>
      <w:pPr>
        <w:ind w:left="222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30" w15:restartNumberingAfterBreak="0">
    <w:nsid w:val="72491E62"/>
    <w:multiLevelType w:val="hybridMultilevel"/>
    <w:tmpl w:val="1C289BDC"/>
    <w:lvl w:ilvl="0" w:tplc="1004DFE6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2CC5807"/>
    <w:multiLevelType w:val="hybridMultilevel"/>
    <w:tmpl w:val="234208C4"/>
    <w:lvl w:ilvl="0" w:tplc="4E30F262">
      <w:start w:val="1"/>
      <w:numFmt w:val="upperLetter"/>
      <w:lvlText w:val="%1."/>
      <w:lvlJc w:val="left"/>
      <w:pPr>
        <w:ind w:left="284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2" w15:restartNumberingAfterBreak="0">
    <w:nsid w:val="74512902"/>
    <w:multiLevelType w:val="hybridMultilevel"/>
    <w:tmpl w:val="B048535A"/>
    <w:lvl w:ilvl="0" w:tplc="EAE4BAC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74BD5614"/>
    <w:multiLevelType w:val="hybridMultilevel"/>
    <w:tmpl w:val="B42EEA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E093A"/>
    <w:multiLevelType w:val="hybridMultilevel"/>
    <w:tmpl w:val="5D806394"/>
    <w:lvl w:ilvl="0" w:tplc="3CCCEB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75126A5"/>
    <w:multiLevelType w:val="hybridMultilevel"/>
    <w:tmpl w:val="63EA8D6E"/>
    <w:lvl w:ilvl="0" w:tplc="3AD689B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E170C29"/>
    <w:multiLevelType w:val="hybridMultilevel"/>
    <w:tmpl w:val="DEE6E0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50D1C"/>
    <w:multiLevelType w:val="hybridMultilevel"/>
    <w:tmpl w:val="EE9A4E26"/>
    <w:lvl w:ilvl="0" w:tplc="E866163A">
      <w:start w:val="571"/>
      <w:numFmt w:val="bullet"/>
      <w:lvlText w:val="-"/>
      <w:lvlJc w:val="left"/>
      <w:pPr>
        <w:ind w:left="4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1"/>
  </w:num>
  <w:num w:numId="3">
    <w:abstractNumId w:val="15"/>
  </w:num>
  <w:num w:numId="4">
    <w:abstractNumId w:val="10"/>
  </w:num>
  <w:num w:numId="5">
    <w:abstractNumId w:val="9"/>
  </w:num>
  <w:num w:numId="6">
    <w:abstractNumId w:val="12"/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3"/>
  </w:num>
  <w:num w:numId="12">
    <w:abstractNumId w:val="1"/>
  </w:num>
  <w:num w:numId="13">
    <w:abstractNumId w:val="21"/>
  </w:num>
  <w:num w:numId="14">
    <w:abstractNumId w:val="33"/>
  </w:num>
  <w:num w:numId="15">
    <w:abstractNumId w:val="36"/>
  </w:num>
  <w:num w:numId="16">
    <w:abstractNumId w:val="19"/>
  </w:num>
  <w:num w:numId="17">
    <w:abstractNumId w:val="35"/>
  </w:num>
  <w:num w:numId="18">
    <w:abstractNumId w:val="5"/>
  </w:num>
  <w:num w:numId="19">
    <w:abstractNumId w:val="24"/>
  </w:num>
  <w:num w:numId="20">
    <w:abstractNumId w:val="22"/>
  </w:num>
  <w:num w:numId="21">
    <w:abstractNumId w:val="30"/>
  </w:num>
  <w:num w:numId="22">
    <w:abstractNumId w:val="11"/>
  </w:num>
  <w:num w:numId="23">
    <w:abstractNumId w:val="8"/>
  </w:num>
  <w:num w:numId="24">
    <w:abstractNumId w:val="18"/>
  </w:num>
  <w:num w:numId="25">
    <w:abstractNumId w:val="2"/>
  </w:num>
  <w:num w:numId="26">
    <w:abstractNumId w:val="29"/>
  </w:num>
  <w:num w:numId="27">
    <w:abstractNumId w:val="13"/>
  </w:num>
  <w:num w:numId="28">
    <w:abstractNumId w:val="17"/>
  </w:num>
  <w:num w:numId="29">
    <w:abstractNumId w:val="7"/>
  </w:num>
  <w:num w:numId="30">
    <w:abstractNumId w:val="27"/>
  </w:num>
  <w:num w:numId="31">
    <w:abstractNumId w:val="0"/>
  </w:num>
  <w:num w:numId="32">
    <w:abstractNumId w:val="26"/>
  </w:num>
  <w:num w:numId="33">
    <w:abstractNumId w:val="25"/>
  </w:num>
  <w:num w:numId="34">
    <w:abstractNumId w:val="32"/>
  </w:num>
  <w:num w:numId="35">
    <w:abstractNumId w:val="34"/>
  </w:num>
  <w:num w:numId="36">
    <w:abstractNumId w:val="23"/>
  </w:num>
  <w:num w:numId="37">
    <w:abstractNumId w:val="16"/>
  </w:num>
  <w:num w:numId="3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75"/>
    <w:rsid w:val="00001157"/>
    <w:rsid w:val="0000284A"/>
    <w:rsid w:val="00005E4E"/>
    <w:rsid w:val="0000667E"/>
    <w:rsid w:val="000104D9"/>
    <w:rsid w:val="00014966"/>
    <w:rsid w:val="000149FE"/>
    <w:rsid w:val="00017406"/>
    <w:rsid w:val="00017A79"/>
    <w:rsid w:val="00020F11"/>
    <w:rsid w:val="0002355E"/>
    <w:rsid w:val="00026DE0"/>
    <w:rsid w:val="000306BE"/>
    <w:rsid w:val="0003156C"/>
    <w:rsid w:val="00031944"/>
    <w:rsid w:val="000373CB"/>
    <w:rsid w:val="000417EC"/>
    <w:rsid w:val="00043F88"/>
    <w:rsid w:val="00045026"/>
    <w:rsid w:val="0005019E"/>
    <w:rsid w:val="00052F3F"/>
    <w:rsid w:val="00053A66"/>
    <w:rsid w:val="00054E75"/>
    <w:rsid w:val="00057DF3"/>
    <w:rsid w:val="000610D1"/>
    <w:rsid w:val="000617FF"/>
    <w:rsid w:val="00062E5E"/>
    <w:rsid w:val="0007218B"/>
    <w:rsid w:val="000732CA"/>
    <w:rsid w:val="00073CAA"/>
    <w:rsid w:val="000741F3"/>
    <w:rsid w:val="00074D93"/>
    <w:rsid w:val="00086F1B"/>
    <w:rsid w:val="000879F9"/>
    <w:rsid w:val="00087E2E"/>
    <w:rsid w:val="000907D2"/>
    <w:rsid w:val="00093B4B"/>
    <w:rsid w:val="00095747"/>
    <w:rsid w:val="00096F2F"/>
    <w:rsid w:val="000A038F"/>
    <w:rsid w:val="000A20AF"/>
    <w:rsid w:val="000A2129"/>
    <w:rsid w:val="000A2E63"/>
    <w:rsid w:val="000A6C47"/>
    <w:rsid w:val="000A7705"/>
    <w:rsid w:val="000B01B2"/>
    <w:rsid w:val="000B1FEE"/>
    <w:rsid w:val="000B57DB"/>
    <w:rsid w:val="000B5C1A"/>
    <w:rsid w:val="000B621B"/>
    <w:rsid w:val="000B69FE"/>
    <w:rsid w:val="000C1E9E"/>
    <w:rsid w:val="000D43FF"/>
    <w:rsid w:val="000D4FF4"/>
    <w:rsid w:val="000E0575"/>
    <w:rsid w:val="000E139F"/>
    <w:rsid w:val="000E321F"/>
    <w:rsid w:val="000E38DC"/>
    <w:rsid w:val="000E48F3"/>
    <w:rsid w:val="000E4FDB"/>
    <w:rsid w:val="000E764D"/>
    <w:rsid w:val="000F0693"/>
    <w:rsid w:val="000F0AA7"/>
    <w:rsid w:val="000F4304"/>
    <w:rsid w:val="000F5937"/>
    <w:rsid w:val="000F6221"/>
    <w:rsid w:val="001005AB"/>
    <w:rsid w:val="001017C8"/>
    <w:rsid w:val="00103D46"/>
    <w:rsid w:val="00105664"/>
    <w:rsid w:val="00111B44"/>
    <w:rsid w:val="001154F5"/>
    <w:rsid w:val="001169F2"/>
    <w:rsid w:val="00124B68"/>
    <w:rsid w:val="00124F6E"/>
    <w:rsid w:val="00125225"/>
    <w:rsid w:val="001258AE"/>
    <w:rsid w:val="00125CB4"/>
    <w:rsid w:val="00126968"/>
    <w:rsid w:val="00126CCB"/>
    <w:rsid w:val="00126E37"/>
    <w:rsid w:val="00130180"/>
    <w:rsid w:val="001341BF"/>
    <w:rsid w:val="00135043"/>
    <w:rsid w:val="001361E8"/>
    <w:rsid w:val="001402D8"/>
    <w:rsid w:val="00141D5F"/>
    <w:rsid w:val="00144CFC"/>
    <w:rsid w:val="00153942"/>
    <w:rsid w:val="00155882"/>
    <w:rsid w:val="001559FE"/>
    <w:rsid w:val="00156322"/>
    <w:rsid w:val="00157318"/>
    <w:rsid w:val="00157E2B"/>
    <w:rsid w:val="001629C6"/>
    <w:rsid w:val="001640E5"/>
    <w:rsid w:val="00165546"/>
    <w:rsid w:val="00166D3A"/>
    <w:rsid w:val="00170C47"/>
    <w:rsid w:val="00176927"/>
    <w:rsid w:val="001774CF"/>
    <w:rsid w:val="001832CF"/>
    <w:rsid w:val="0018334A"/>
    <w:rsid w:val="00196906"/>
    <w:rsid w:val="00196B0F"/>
    <w:rsid w:val="001A0A85"/>
    <w:rsid w:val="001A2216"/>
    <w:rsid w:val="001A3409"/>
    <w:rsid w:val="001B056E"/>
    <w:rsid w:val="001B0ACC"/>
    <w:rsid w:val="001B1107"/>
    <w:rsid w:val="001B11B8"/>
    <w:rsid w:val="001B31AA"/>
    <w:rsid w:val="001B3763"/>
    <w:rsid w:val="001B4638"/>
    <w:rsid w:val="001B4671"/>
    <w:rsid w:val="001B5ABC"/>
    <w:rsid w:val="001B678B"/>
    <w:rsid w:val="001C6157"/>
    <w:rsid w:val="001D05DF"/>
    <w:rsid w:val="001D16DA"/>
    <w:rsid w:val="001D4CAB"/>
    <w:rsid w:val="001D7993"/>
    <w:rsid w:val="001D7E68"/>
    <w:rsid w:val="001E15A7"/>
    <w:rsid w:val="001E393F"/>
    <w:rsid w:val="001E48E2"/>
    <w:rsid w:val="001E4A53"/>
    <w:rsid w:val="001E50DB"/>
    <w:rsid w:val="001E7149"/>
    <w:rsid w:val="001F1C21"/>
    <w:rsid w:val="001F4015"/>
    <w:rsid w:val="001F78E8"/>
    <w:rsid w:val="001F7B9F"/>
    <w:rsid w:val="00204805"/>
    <w:rsid w:val="002049AC"/>
    <w:rsid w:val="00205736"/>
    <w:rsid w:val="002068A3"/>
    <w:rsid w:val="00212D26"/>
    <w:rsid w:val="00214E7D"/>
    <w:rsid w:val="0021658D"/>
    <w:rsid w:val="002176AC"/>
    <w:rsid w:val="00224A73"/>
    <w:rsid w:val="00224FCE"/>
    <w:rsid w:val="00225FA5"/>
    <w:rsid w:val="0023264A"/>
    <w:rsid w:val="00237F43"/>
    <w:rsid w:val="002415F8"/>
    <w:rsid w:val="00242149"/>
    <w:rsid w:val="0024350C"/>
    <w:rsid w:val="00243A71"/>
    <w:rsid w:val="0024457C"/>
    <w:rsid w:val="00244776"/>
    <w:rsid w:val="00245BB9"/>
    <w:rsid w:val="002478C3"/>
    <w:rsid w:val="00247CB9"/>
    <w:rsid w:val="002508B6"/>
    <w:rsid w:val="00251A92"/>
    <w:rsid w:val="00252F63"/>
    <w:rsid w:val="00256FC7"/>
    <w:rsid w:val="0025717F"/>
    <w:rsid w:val="00263051"/>
    <w:rsid w:val="00270559"/>
    <w:rsid w:val="002714FD"/>
    <w:rsid w:val="00271AAD"/>
    <w:rsid w:val="002829A4"/>
    <w:rsid w:val="00282FB6"/>
    <w:rsid w:val="00286A95"/>
    <w:rsid w:val="0029093E"/>
    <w:rsid w:val="00297CA2"/>
    <w:rsid w:val="002A06F1"/>
    <w:rsid w:val="002A0CB2"/>
    <w:rsid w:val="002A0D18"/>
    <w:rsid w:val="002A2280"/>
    <w:rsid w:val="002A4FC3"/>
    <w:rsid w:val="002A5607"/>
    <w:rsid w:val="002A57F8"/>
    <w:rsid w:val="002A6491"/>
    <w:rsid w:val="002A79CC"/>
    <w:rsid w:val="002B0D7C"/>
    <w:rsid w:val="002B2E14"/>
    <w:rsid w:val="002B4096"/>
    <w:rsid w:val="002B52DC"/>
    <w:rsid w:val="002B761C"/>
    <w:rsid w:val="002C0088"/>
    <w:rsid w:val="002C0446"/>
    <w:rsid w:val="002C161D"/>
    <w:rsid w:val="002C224F"/>
    <w:rsid w:val="002C2812"/>
    <w:rsid w:val="002D25C2"/>
    <w:rsid w:val="002D4AD0"/>
    <w:rsid w:val="002D5B4F"/>
    <w:rsid w:val="002D746E"/>
    <w:rsid w:val="002E5277"/>
    <w:rsid w:val="002F3A1A"/>
    <w:rsid w:val="002F6D73"/>
    <w:rsid w:val="002F7054"/>
    <w:rsid w:val="00302FA6"/>
    <w:rsid w:val="003038F9"/>
    <w:rsid w:val="003046F4"/>
    <w:rsid w:val="003071BF"/>
    <w:rsid w:val="0031014F"/>
    <w:rsid w:val="003102A8"/>
    <w:rsid w:val="00310C73"/>
    <w:rsid w:val="00312A89"/>
    <w:rsid w:val="003139F0"/>
    <w:rsid w:val="00313CBD"/>
    <w:rsid w:val="00313E66"/>
    <w:rsid w:val="003176B6"/>
    <w:rsid w:val="00317B3D"/>
    <w:rsid w:val="00321A22"/>
    <w:rsid w:val="00325435"/>
    <w:rsid w:val="00326B45"/>
    <w:rsid w:val="00330ECF"/>
    <w:rsid w:val="003316AC"/>
    <w:rsid w:val="00334733"/>
    <w:rsid w:val="00334D64"/>
    <w:rsid w:val="00336546"/>
    <w:rsid w:val="0034292F"/>
    <w:rsid w:val="003441F2"/>
    <w:rsid w:val="003444B9"/>
    <w:rsid w:val="00345395"/>
    <w:rsid w:val="00345966"/>
    <w:rsid w:val="00345C1D"/>
    <w:rsid w:val="00350EB6"/>
    <w:rsid w:val="00351620"/>
    <w:rsid w:val="00353A8B"/>
    <w:rsid w:val="00353F25"/>
    <w:rsid w:val="003547B4"/>
    <w:rsid w:val="00356D83"/>
    <w:rsid w:val="003570E4"/>
    <w:rsid w:val="00357175"/>
    <w:rsid w:val="003615E1"/>
    <w:rsid w:val="003627D9"/>
    <w:rsid w:val="00371ECF"/>
    <w:rsid w:val="0038010E"/>
    <w:rsid w:val="00380706"/>
    <w:rsid w:val="00380AC8"/>
    <w:rsid w:val="00386490"/>
    <w:rsid w:val="00387202"/>
    <w:rsid w:val="0038735F"/>
    <w:rsid w:val="0039188B"/>
    <w:rsid w:val="00396AB7"/>
    <w:rsid w:val="003A058B"/>
    <w:rsid w:val="003A49A0"/>
    <w:rsid w:val="003A4D5E"/>
    <w:rsid w:val="003A5B78"/>
    <w:rsid w:val="003A6D42"/>
    <w:rsid w:val="003B0BDA"/>
    <w:rsid w:val="003B1742"/>
    <w:rsid w:val="003B3A58"/>
    <w:rsid w:val="003C1F20"/>
    <w:rsid w:val="003D155A"/>
    <w:rsid w:val="003D27B8"/>
    <w:rsid w:val="003D35EF"/>
    <w:rsid w:val="003D46A0"/>
    <w:rsid w:val="003E4A6F"/>
    <w:rsid w:val="003F2ECF"/>
    <w:rsid w:val="003F35D8"/>
    <w:rsid w:val="003F36DD"/>
    <w:rsid w:val="003F4139"/>
    <w:rsid w:val="003F686D"/>
    <w:rsid w:val="003F7C7A"/>
    <w:rsid w:val="00401EEC"/>
    <w:rsid w:val="00404CA7"/>
    <w:rsid w:val="00415BDB"/>
    <w:rsid w:val="00415D83"/>
    <w:rsid w:val="00415E80"/>
    <w:rsid w:val="004171FA"/>
    <w:rsid w:val="004213AF"/>
    <w:rsid w:val="00422990"/>
    <w:rsid w:val="004254F8"/>
    <w:rsid w:val="00432E41"/>
    <w:rsid w:val="004330C6"/>
    <w:rsid w:val="004404BE"/>
    <w:rsid w:val="004421A5"/>
    <w:rsid w:val="004429D1"/>
    <w:rsid w:val="00442EFF"/>
    <w:rsid w:val="00444197"/>
    <w:rsid w:val="0044549C"/>
    <w:rsid w:val="00447D65"/>
    <w:rsid w:val="0045076F"/>
    <w:rsid w:val="004534C6"/>
    <w:rsid w:val="00453725"/>
    <w:rsid w:val="00454CFB"/>
    <w:rsid w:val="00454F6F"/>
    <w:rsid w:val="00454F8B"/>
    <w:rsid w:val="00455C82"/>
    <w:rsid w:val="00456015"/>
    <w:rsid w:val="00456C24"/>
    <w:rsid w:val="00461686"/>
    <w:rsid w:val="0046336B"/>
    <w:rsid w:val="00465358"/>
    <w:rsid w:val="00467B9B"/>
    <w:rsid w:val="00472526"/>
    <w:rsid w:val="00473F03"/>
    <w:rsid w:val="00474A79"/>
    <w:rsid w:val="00474BFC"/>
    <w:rsid w:val="0047683C"/>
    <w:rsid w:val="004910AF"/>
    <w:rsid w:val="00491B68"/>
    <w:rsid w:val="004928E6"/>
    <w:rsid w:val="00493269"/>
    <w:rsid w:val="00494E18"/>
    <w:rsid w:val="00496E2A"/>
    <w:rsid w:val="004A08DC"/>
    <w:rsid w:val="004A1B17"/>
    <w:rsid w:val="004A39DE"/>
    <w:rsid w:val="004A4306"/>
    <w:rsid w:val="004A46FE"/>
    <w:rsid w:val="004A73BC"/>
    <w:rsid w:val="004A7C8F"/>
    <w:rsid w:val="004A7F09"/>
    <w:rsid w:val="004B0163"/>
    <w:rsid w:val="004B0828"/>
    <w:rsid w:val="004B513F"/>
    <w:rsid w:val="004B708F"/>
    <w:rsid w:val="004B71DC"/>
    <w:rsid w:val="004C10A3"/>
    <w:rsid w:val="004C16E7"/>
    <w:rsid w:val="004C2E17"/>
    <w:rsid w:val="004C355B"/>
    <w:rsid w:val="004C42CA"/>
    <w:rsid w:val="004D0B1A"/>
    <w:rsid w:val="004D37CF"/>
    <w:rsid w:val="004D3C9F"/>
    <w:rsid w:val="004D5B01"/>
    <w:rsid w:val="004D644C"/>
    <w:rsid w:val="004D6E0B"/>
    <w:rsid w:val="004D7E90"/>
    <w:rsid w:val="004D7EAE"/>
    <w:rsid w:val="004E0972"/>
    <w:rsid w:val="004E38C8"/>
    <w:rsid w:val="004E4427"/>
    <w:rsid w:val="004E4DC2"/>
    <w:rsid w:val="004E71B4"/>
    <w:rsid w:val="004F0B4F"/>
    <w:rsid w:val="004F0CBD"/>
    <w:rsid w:val="004F2447"/>
    <w:rsid w:val="004F27DA"/>
    <w:rsid w:val="004F2F2F"/>
    <w:rsid w:val="004F3768"/>
    <w:rsid w:val="004F3C02"/>
    <w:rsid w:val="004F643E"/>
    <w:rsid w:val="004F7BE6"/>
    <w:rsid w:val="00503AE5"/>
    <w:rsid w:val="00505966"/>
    <w:rsid w:val="0050783E"/>
    <w:rsid w:val="00507B38"/>
    <w:rsid w:val="0051088C"/>
    <w:rsid w:val="00510A80"/>
    <w:rsid w:val="0051286C"/>
    <w:rsid w:val="00516E8D"/>
    <w:rsid w:val="00520155"/>
    <w:rsid w:val="00525344"/>
    <w:rsid w:val="00525B14"/>
    <w:rsid w:val="00527747"/>
    <w:rsid w:val="00531DBD"/>
    <w:rsid w:val="00531FCE"/>
    <w:rsid w:val="00532B26"/>
    <w:rsid w:val="00532D40"/>
    <w:rsid w:val="00534361"/>
    <w:rsid w:val="0053710A"/>
    <w:rsid w:val="00541CE5"/>
    <w:rsid w:val="00542470"/>
    <w:rsid w:val="00546EA1"/>
    <w:rsid w:val="00547832"/>
    <w:rsid w:val="00550C75"/>
    <w:rsid w:val="0055135D"/>
    <w:rsid w:val="00551F6E"/>
    <w:rsid w:val="00552CFB"/>
    <w:rsid w:val="005567E9"/>
    <w:rsid w:val="0056071E"/>
    <w:rsid w:val="005677A0"/>
    <w:rsid w:val="00570CB7"/>
    <w:rsid w:val="00570E6A"/>
    <w:rsid w:val="00572A3F"/>
    <w:rsid w:val="00572FD9"/>
    <w:rsid w:val="00573039"/>
    <w:rsid w:val="00573AB6"/>
    <w:rsid w:val="005818B0"/>
    <w:rsid w:val="00584EA9"/>
    <w:rsid w:val="00585629"/>
    <w:rsid w:val="00586E36"/>
    <w:rsid w:val="005900A5"/>
    <w:rsid w:val="0059063E"/>
    <w:rsid w:val="005978F3"/>
    <w:rsid w:val="005A68F9"/>
    <w:rsid w:val="005A69B0"/>
    <w:rsid w:val="005A6CE5"/>
    <w:rsid w:val="005B274C"/>
    <w:rsid w:val="005B3770"/>
    <w:rsid w:val="005B4CAB"/>
    <w:rsid w:val="005B508E"/>
    <w:rsid w:val="005B66D5"/>
    <w:rsid w:val="005B6B11"/>
    <w:rsid w:val="005C24F6"/>
    <w:rsid w:val="005C2B3F"/>
    <w:rsid w:val="005C4620"/>
    <w:rsid w:val="005C66DB"/>
    <w:rsid w:val="005C69C6"/>
    <w:rsid w:val="005D0480"/>
    <w:rsid w:val="005D085F"/>
    <w:rsid w:val="005D1141"/>
    <w:rsid w:val="005D2E29"/>
    <w:rsid w:val="005D32B3"/>
    <w:rsid w:val="005D4E49"/>
    <w:rsid w:val="005D5D88"/>
    <w:rsid w:val="005D7E2F"/>
    <w:rsid w:val="005E0692"/>
    <w:rsid w:val="005E10AC"/>
    <w:rsid w:val="005E10FC"/>
    <w:rsid w:val="005E1A5C"/>
    <w:rsid w:val="005E24B5"/>
    <w:rsid w:val="005E3C01"/>
    <w:rsid w:val="005E4D91"/>
    <w:rsid w:val="005E5340"/>
    <w:rsid w:val="005E5EAA"/>
    <w:rsid w:val="005F2D23"/>
    <w:rsid w:val="005F3788"/>
    <w:rsid w:val="006027DE"/>
    <w:rsid w:val="00604003"/>
    <w:rsid w:val="00613146"/>
    <w:rsid w:val="006139C9"/>
    <w:rsid w:val="00613ECC"/>
    <w:rsid w:val="00616009"/>
    <w:rsid w:val="00617719"/>
    <w:rsid w:val="00624768"/>
    <w:rsid w:val="00624A71"/>
    <w:rsid w:val="00630615"/>
    <w:rsid w:val="006315D1"/>
    <w:rsid w:val="006320E6"/>
    <w:rsid w:val="006334FE"/>
    <w:rsid w:val="006358E7"/>
    <w:rsid w:val="00636730"/>
    <w:rsid w:val="006367B6"/>
    <w:rsid w:val="00637CC7"/>
    <w:rsid w:val="00640BE0"/>
    <w:rsid w:val="00645050"/>
    <w:rsid w:val="006456A4"/>
    <w:rsid w:val="006457F9"/>
    <w:rsid w:val="0064735E"/>
    <w:rsid w:val="006545FA"/>
    <w:rsid w:val="006568CB"/>
    <w:rsid w:val="00657665"/>
    <w:rsid w:val="00660598"/>
    <w:rsid w:val="00662EB3"/>
    <w:rsid w:val="00662EF8"/>
    <w:rsid w:val="0066497D"/>
    <w:rsid w:val="00666642"/>
    <w:rsid w:val="00672BF9"/>
    <w:rsid w:val="00673DD2"/>
    <w:rsid w:val="006747E2"/>
    <w:rsid w:val="00675293"/>
    <w:rsid w:val="00676B9F"/>
    <w:rsid w:val="006774B4"/>
    <w:rsid w:val="00681A09"/>
    <w:rsid w:val="00683608"/>
    <w:rsid w:val="006836CE"/>
    <w:rsid w:val="006843B4"/>
    <w:rsid w:val="00684D90"/>
    <w:rsid w:val="006872CE"/>
    <w:rsid w:val="0069040A"/>
    <w:rsid w:val="006907B4"/>
    <w:rsid w:val="00690FDB"/>
    <w:rsid w:val="00691D6B"/>
    <w:rsid w:val="00693E56"/>
    <w:rsid w:val="00695B1F"/>
    <w:rsid w:val="006965DC"/>
    <w:rsid w:val="006A18EF"/>
    <w:rsid w:val="006A1975"/>
    <w:rsid w:val="006A20B1"/>
    <w:rsid w:val="006A260A"/>
    <w:rsid w:val="006A4C7B"/>
    <w:rsid w:val="006A4D0F"/>
    <w:rsid w:val="006A5340"/>
    <w:rsid w:val="006B5DE4"/>
    <w:rsid w:val="006B7D6E"/>
    <w:rsid w:val="006C04F3"/>
    <w:rsid w:val="006C345D"/>
    <w:rsid w:val="006D0432"/>
    <w:rsid w:val="006D0D2B"/>
    <w:rsid w:val="006D1626"/>
    <w:rsid w:val="006D22BA"/>
    <w:rsid w:val="006D5367"/>
    <w:rsid w:val="006D6D7B"/>
    <w:rsid w:val="006E054C"/>
    <w:rsid w:val="006E0BB4"/>
    <w:rsid w:val="006E17E1"/>
    <w:rsid w:val="006E19B5"/>
    <w:rsid w:val="006E296B"/>
    <w:rsid w:val="006E3879"/>
    <w:rsid w:val="006E651B"/>
    <w:rsid w:val="006F19FF"/>
    <w:rsid w:val="006F2E8E"/>
    <w:rsid w:val="006F40AB"/>
    <w:rsid w:val="006F5E6D"/>
    <w:rsid w:val="006F68D0"/>
    <w:rsid w:val="00700DE7"/>
    <w:rsid w:val="007024AD"/>
    <w:rsid w:val="00702A03"/>
    <w:rsid w:val="0070641D"/>
    <w:rsid w:val="00706988"/>
    <w:rsid w:val="00706DAD"/>
    <w:rsid w:val="0071301B"/>
    <w:rsid w:val="00726030"/>
    <w:rsid w:val="00727441"/>
    <w:rsid w:val="00727DEE"/>
    <w:rsid w:val="00727F35"/>
    <w:rsid w:val="007334A4"/>
    <w:rsid w:val="00733D84"/>
    <w:rsid w:val="00735083"/>
    <w:rsid w:val="007363FB"/>
    <w:rsid w:val="007368B3"/>
    <w:rsid w:val="00737C5F"/>
    <w:rsid w:val="007430ED"/>
    <w:rsid w:val="00743C9E"/>
    <w:rsid w:val="00745C8B"/>
    <w:rsid w:val="007509EC"/>
    <w:rsid w:val="00751062"/>
    <w:rsid w:val="00755765"/>
    <w:rsid w:val="007603E6"/>
    <w:rsid w:val="00760B0C"/>
    <w:rsid w:val="0076367D"/>
    <w:rsid w:val="00765C88"/>
    <w:rsid w:val="0076619C"/>
    <w:rsid w:val="007669CD"/>
    <w:rsid w:val="00770145"/>
    <w:rsid w:val="00770D66"/>
    <w:rsid w:val="00771835"/>
    <w:rsid w:val="00775191"/>
    <w:rsid w:val="00775767"/>
    <w:rsid w:val="00775D19"/>
    <w:rsid w:val="00776777"/>
    <w:rsid w:val="007843B5"/>
    <w:rsid w:val="00787203"/>
    <w:rsid w:val="007920E5"/>
    <w:rsid w:val="007928FA"/>
    <w:rsid w:val="0079423D"/>
    <w:rsid w:val="00794D25"/>
    <w:rsid w:val="00795CBC"/>
    <w:rsid w:val="007A140A"/>
    <w:rsid w:val="007A18BC"/>
    <w:rsid w:val="007A5ACB"/>
    <w:rsid w:val="007A6A22"/>
    <w:rsid w:val="007B7A54"/>
    <w:rsid w:val="007C78B6"/>
    <w:rsid w:val="007D1372"/>
    <w:rsid w:val="007D3F73"/>
    <w:rsid w:val="007D45A4"/>
    <w:rsid w:val="007D6F35"/>
    <w:rsid w:val="007E00D6"/>
    <w:rsid w:val="007E6377"/>
    <w:rsid w:val="007E6DA5"/>
    <w:rsid w:val="007E7ED2"/>
    <w:rsid w:val="007F0954"/>
    <w:rsid w:val="007F3944"/>
    <w:rsid w:val="007F62A5"/>
    <w:rsid w:val="00800096"/>
    <w:rsid w:val="0080198F"/>
    <w:rsid w:val="00804710"/>
    <w:rsid w:val="00804852"/>
    <w:rsid w:val="00811389"/>
    <w:rsid w:val="0081151F"/>
    <w:rsid w:val="0081427D"/>
    <w:rsid w:val="0082218D"/>
    <w:rsid w:val="00822EBA"/>
    <w:rsid w:val="00825C13"/>
    <w:rsid w:val="0082723E"/>
    <w:rsid w:val="0082772E"/>
    <w:rsid w:val="008309BF"/>
    <w:rsid w:val="008356A3"/>
    <w:rsid w:val="00836502"/>
    <w:rsid w:val="008403AA"/>
    <w:rsid w:val="008472A8"/>
    <w:rsid w:val="00850077"/>
    <w:rsid w:val="00853D5E"/>
    <w:rsid w:val="00853F7C"/>
    <w:rsid w:val="008560E5"/>
    <w:rsid w:val="00857934"/>
    <w:rsid w:val="00861B0D"/>
    <w:rsid w:val="00863872"/>
    <w:rsid w:val="00864504"/>
    <w:rsid w:val="0087032A"/>
    <w:rsid w:val="00884793"/>
    <w:rsid w:val="00890DAA"/>
    <w:rsid w:val="00895ABC"/>
    <w:rsid w:val="00896E78"/>
    <w:rsid w:val="008970FC"/>
    <w:rsid w:val="008A3759"/>
    <w:rsid w:val="008A7E11"/>
    <w:rsid w:val="008B0DA0"/>
    <w:rsid w:val="008B1348"/>
    <w:rsid w:val="008B584F"/>
    <w:rsid w:val="008B66ED"/>
    <w:rsid w:val="008B7C29"/>
    <w:rsid w:val="008C00FB"/>
    <w:rsid w:val="008C1CC8"/>
    <w:rsid w:val="008C257C"/>
    <w:rsid w:val="008C3F41"/>
    <w:rsid w:val="008C757D"/>
    <w:rsid w:val="008D46BE"/>
    <w:rsid w:val="008D5329"/>
    <w:rsid w:val="008E14A7"/>
    <w:rsid w:val="008E31C0"/>
    <w:rsid w:val="008E3BEE"/>
    <w:rsid w:val="008E5457"/>
    <w:rsid w:val="008F23F8"/>
    <w:rsid w:val="008F3E56"/>
    <w:rsid w:val="008F735B"/>
    <w:rsid w:val="008F7B65"/>
    <w:rsid w:val="00900894"/>
    <w:rsid w:val="009013B3"/>
    <w:rsid w:val="0090157C"/>
    <w:rsid w:val="009034D3"/>
    <w:rsid w:val="00904156"/>
    <w:rsid w:val="00905BBF"/>
    <w:rsid w:val="00910107"/>
    <w:rsid w:val="009142B7"/>
    <w:rsid w:val="0091494C"/>
    <w:rsid w:val="00915932"/>
    <w:rsid w:val="009175F8"/>
    <w:rsid w:val="00920622"/>
    <w:rsid w:val="009214E0"/>
    <w:rsid w:val="00921D9B"/>
    <w:rsid w:val="009224F5"/>
    <w:rsid w:val="00923A02"/>
    <w:rsid w:val="00923EAE"/>
    <w:rsid w:val="00925AB4"/>
    <w:rsid w:val="00932E45"/>
    <w:rsid w:val="009343A2"/>
    <w:rsid w:val="00936B31"/>
    <w:rsid w:val="00936F47"/>
    <w:rsid w:val="009405F0"/>
    <w:rsid w:val="0094118F"/>
    <w:rsid w:val="00942FDC"/>
    <w:rsid w:val="009432D8"/>
    <w:rsid w:val="0094539E"/>
    <w:rsid w:val="00947353"/>
    <w:rsid w:val="00950780"/>
    <w:rsid w:val="00952632"/>
    <w:rsid w:val="0096128E"/>
    <w:rsid w:val="009707EB"/>
    <w:rsid w:val="0097226F"/>
    <w:rsid w:val="00975062"/>
    <w:rsid w:val="009764E7"/>
    <w:rsid w:val="00982BEA"/>
    <w:rsid w:val="00983932"/>
    <w:rsid w:val="00984540"/>
    <w:rsid w:val="009863B6"/>
    <w:rsid w:val="00990772"/>
    <w:rsid w:val="00996AE7"/>
    <w:rsid w:val="00997265"/>
    <w:rsid w:val="009A0A6E"/>
    <w:rsid w:val="009A239E"/>
    <w:rsid w:val="009A3A52"/>
    <w:rsid w:val="009A7BA1"/>
    <w:rsid w:val="009B2F1D"/>
    <w:rsid w:val="009B3D20"/>
    <w:rsid w:val="009B40A5"/>
    <w:rsid w:val="009B4EA8"/>
    <w:rsid w:val="009C0277"/>
    <w:rsid w:val="009C0EEF"/>
    <w:rsid w:val="009C4132"/>
    <w:rsid w:val="009C531A"/>
    <w:rsid w:val="009C59AA"/>
    <w:rsid w:val="009D237C"/>
    <w:rsid w:val="009D6831"/>
    <w:rsid w:val="009D6D9F"/>
    <w:rsid w:val="009D7015"/>
    <w:rsid w:val="009D7DF7"/>
    <w:rsid w:val="009D7E33"/>
    <w:rsid w:val="009E13EA"/>
    <w:rsid w:val="009E1EB9"/>
    <w:rsid w:val="009E3CF7"/>
    <w:rsid w:val="009E41CD"/>
    <w:rsid w:val="009E57BB"/>
    <w:rsid w:val="009E7A11"/>
    <w:rsid w:val="009E7F8F"/>
    <w:rsid w:val="009F5364"/>
    <w:rsid w:val="009F6185"/>
    <w:rsid w:val="009F6879"/>
    <w:rsid w:val="00A00CAD"/>
    <w:rsid w:val="00A0415C"/>
    <w:rsid w:val="00A04653"/>
    <w:rsid w:val="00A0740F"/>
    <w:rsid w:val="00A13B4A"/>
    <w:rsid w:val="00A13C61"/>
    <w:rsid w:val="00A15982"/>
    <w:rsid w:val="00A15E0B"/>
    <w:rsid w:val="00A174BF"/>
    <w:rsid w:val="00A2034B"/>
    <w:rsid w:val="00A22312"/>
    <w:rsid w:val="00A22875"/>
    <w:rsid w:val="00A23154"/>
    <w:rsid w:val="00A23440"/>
    <w:rsid w:val="00A24600"/>
    <w:rsid w:val="00A24CAD"/>
    <w:rsid w:val="00A252CD"/>
    <w:rsid w:val="00A31BF1"/>
    <w:rsid w:val="00A32D4B"/>
    <w:rsid w:val="00A36084"/>
    <w:rsid w:val="00A372F6"/>
    <w:rsid w:val="00A378B3"/>
    <w:rsid w:val="00A454D5"/>
    <w:rsid w:val="00A46BE5"/>
    <w:rsid w:val="00A4749A"/>
    <w:rsid w:val="00A5004E"/>
    <w:rsid w:val="00A502B5"/>
    <w:rsid w:val="00A50C48"/>
    <w:rsid w:val="00A51D0F"/>
    <w:rsid w:val="00A547B3"/>
    <w:rsid w:val="00A57791"/>
    <w:rsid w:val="00A60C7F"/>
    <w:rsid w:val="00A61863"/>
    <w:rsid w:val="00A64D0A"/>
    <w:rsid w:val="00A658EC"/>
    <w:rsid w:val="00A65A13"/>
    <w:rsid w:val="00A66698"/>
    <w:rsid w:val="00A700CA"/>
    <w:rsid w:val="00A708B0"/>
    <w:rsid w:val="00A731C8"/>
    <w:rsid w:val="00A75EAB"/>
    <w:rsid w:val="00A76B35"/>
    <w:rsid w:val="00A823FD"/>
    <w:rsid w:val="00A84ABA"/>
    <w:rsid w:val="00A857B1"/>
    <w:rsid w:val="00A868F0"/>
    <w:rsid w:val="00A9632C"/>
    <w:rsid w:val="00A97036"/>
    <w:rsid w:val="00AA48D0"/>
    <w:rsid w:val="00AA681A"/>
    <w:rsid w:val="00AA7703"/>
    <w:rsid w:val="00AA78DF"/>
    <w:rsid w:val="00AB1E98"/>
    <w:rsid w:val="00AB27B1"/>
    <w:rsid w:val="00AC0DEB"/>
    <w:rsid w:val="00AC105D"/>
    <w:rsid w:val="00AC177F"/>
    <w:rsid w:val="00AC25C1"/>
    <w:rsid w:val="00AC43AB"/>
    <w:rsid w:val="00AC4505"/>
    <w:rsid w:val="00AC5945"/>
    <w:rsid w:val="00AC5F9D"/>
    <w:rsid w:val="00AC6663"/>
    <w:rsid w:val="00AC6B00"/>
    <w:rsid w:val="00AC6D15"/>
    <w:rsid w:val="00AC6F7F"/>
    <w:rsid w:val="00AC7B85"/>
    <w:rsid w:val="00AD3327"/>
    <w:rsid w:val="00AD5879"/>
    <w:rsid w:val="00AD5920"/>
    <w:rsid w:val="00AD6D9D"/>
    <w:rsid w:val="00AE1902"/>
    <w:rsid w:val="00AE5C5F"/>
    <w:rsid w:val="00AE5EA3"/>
    <w:rsid w:val="00AF05F2"/>
    <w:rsid w:val="00AF224E"/>
    <w:rsid w:val="00AF4BE3"/>
    <w:rsid w:val="00B01D83"/>
    <w:rsid w:val="00B03763"/>
    <w:rsid w:val="00B078FC"/>
    <w:rsid w:val="00B12DFF"/>
    <w:rsid w:val="00B14E7E"/>
    <w:rsid w:val="00B1786E"/>
    <w:rsid w:val="00B22759"/>
    <w:rsid w:val="00B23296"/>
    <w:rsid w:val="00B232EE"/>
    <w:rsid w:val="00B25E8A"/>
    <w:rsid w:val="00B30B60"/>
    <w:rsid w:val="00B30C57"/>
    <w:rsid w:val="00B32964"/>
    <w:rsid w:val="00B332E1"/>
    <w:rsid w:val="00B35467"/>
    <w:rsid w:val="00B42835"/>
    <w:rsid w:val="00B43C8E"/>
    <w:rsid w:val="00B4514C"/>
    <w:rsid w:val="00B458DF"/>
    <w:rsid w:val="00B530D8"/>
    <w:rsid w:val="00B53D1F"/>
    <w:rsid w:val="00B5716B"/>
    <w:rsid w:val="00B60AD2"/>
    <w:rsid w:val="00B60B97"/>
    <w:rsid w:val="00B61996"/>
    <w:rsid w:val="00B64AC0"/>
    <w:rsid w:val="00B70754"/>
    <w:rsid w:val="00B70940"/>
    <w:rsid w:val="00B77E07"/>
    <w:rsid w:val="00B81D27"/>
    <w:rsid w:val="00B82A69"/>
    <w:rsid w:val="00B84F15"/>
    <w:rsid w:val="00B879A4"/>
    <w:rsid w:val="00B908E3"/>
    <w:rsid w:val="00B92C6D"/>
    <w:rsid w:val="00B967EA"/>
    <w:rsid w:val="00B97EAC"/>
    <w:rsid w:val="00BA35A2"/>
    <w:rsid w:val="00BA4242"/>
    <w:rsid w:val="00BA4E0F"/>
    <w:rsid w:val="00BA5055"/>
    <w:rsid w:val="00BA7992"/>
    <w:rsid w:val="00BB44D0"/>
    <w:rsid w:val="00BB4B2F"/>
    <w:rsid w:val="00BB7EFB"/>
    <w:rsid w:val="00BC3868"/>
    <w:rsid w:val="00BC4783"/>
    <w:rsid w:val="00BC77CA"/>
    <w:rsid w:val="00BC7C42"/>
    <w:rsid w:val="00BC7F37"/>
    <w:rsid w:val="00BD13BE"/>
    <w:rsid w:val="00BD2721"/>
    <w:rsid w:val="00BD3002"/>
    <w:rsid w:val="00BD7591"/>
    <w:rsid w:val="00BE10C1"/>
    <w:rsid w:val="00BE36F2"/>
    <w:rsid w:val="00BE6D1F"/>
    <w:rsid w:val="00BF1962"/>
    <w:rsid w:val="00BF2998"/>
    <w:rsid w:val="00BF33D8"/>
    <w:rsid w:val="00BF346B"/>
    <w:rsid w:val="00BF3EC2"/>
    <w:rsid w:val="00BF3F09"/>
    <w:rsid w:val="00BF495E"/>
    <w:rsid w:val="00BF562D"/>
    <w:rsid w:val="00C00ADE"/>
    <w:rsid w:val="00C00E79"/>
    <w:rsid w:val="00C0538F"/>
    <w:rsid w:val="00C069CD"/>
    <w:rsid w:val="00C1043F"/>
    <w:rsid w:val="00C115DF"/>
    <w:rsid w:val="00C11730"/>
    <w:rsid w:val="00C1200A"/>
    <w:rsid w:val="00C17B16"/>
    <w:rsid w:val="00C17CBD"/>
    <w:rsid w:val="00C266D6"/>
    <w:rsid w:val="00C30D0E"/>
    <w:rsid w:val="00C31035"/>
    <w:rsid w:val="00C311A9"/>
    <w:rsid w:val="00C32596"/>
    <w:rsid w:val="00C32D4B"/>
    <w:rsid w:val="00C35B95"/>
    <w:rsid w:val="00C4078D"/>
    <w:rsid w:val="00C40A39"/>
    <w:rsid w:val="00C42BE8"/>
    <w:rsid w:val="00C43706"/>
    <w:rsid w:val="00C472EB"/>
    <w:rsid w:val="00C47CDC"/>
    <w:rsid w:val="00C50F7D"/>
    <w:rsid w:val="00C52412"/>
    <w:rsid w:val="00C54B3A"/>
    <w:rsid w:val="00C55DBB"/>
    <w:rsid w:val="00C568ED"/>
    <w:rsid w:val="00C63B1E"/>
    <w:rsid w:val="00C66CE3"/>
    <w:rsid w:val="00C6743F"/>
    <w:rsid w:val="00C7169D"/>
    <w:rsid w:val="00C73FE1"/>
    <w:rsid w:val="00C81050"/>
    <w:rsid w:val="00C813FB"/>
    <w:rsid w:val="00C81F6F"/>
    <w:rsid w:val="00C82CE0"/>
    <w:rsid w:val="00C858E2"/>
    <w:rsid w:val="00C91A53"/>
    <w:rsid w:val="00C935F8"/>
    <w:rsid w:val="00C97A8F"/>
    <w:rsid w:val="00CA0063"/>
    <w:rsid w:val="00CA25B4"/>
    <w:rsid w:val="00CA57BD"/>
    <w:rsid w:val="00CA5AA4"/>
    <w:rsid w:val="00CA6E5A"/>
    <w:rsid w:val="00CB3187"/>
    <w:rsid w:val="00CB34FB"/>
    <w:rsid w:val="00CB35AA"/>
    <w:rsid w:val="00CB4369"/>
    <w:rsid w:val="00CC0812"/>
    <w:rsid w:val="00CC0E96"/>
    <w:rsid w:val="00CC109B"/>
    <w:rsid w:val="00CC1AFB"/>
    <w:rsid w:val="00CC3D74"/>
    <w:rsid w:val="00CD307E"/>
    <w:rsid w:val="00CE5F47"/>
    <w:rsid w:val="00CF29C6"/>
    <w:rsid w:val="00CF31CD"/>
    <w:rsid w:val="00D058DA"/>
    <w:rsid w:val="00D06630"/>
    <w:rsid w:val="00D14C39"/>
    <w:rsid w:val="00D154C0"/>
    <w:rsid w:val="00D1676D"/>
    <w:rsid w:val="00D217A3"/>
    <w:rsid w:val="00D2502E"/>
    <w:rsid w:val="00D36ECC"/>
    <w:rsid w:val="00D41B9F"/>
    <w:rsid w:val="00D453C6"/>
    <w:rsid w:val="00D4720F"/>
    <w:rsid w:val="00D5092D"/>
    <w:rsid w:val="00D511BE"/>
    <w:rsid w:val="00D62B06"/>
    <w:rsid w:val="00D62C2F"/>
    <w:rsid w:val="00D637A9"/>
    <w:rsid w:val="00D66DF8"/>
    <w:rsid w:val="00D67381"/>
    <w:rsid w:val="00D7097C"/>
    <w:rsid w:val="00D77008"/>
    <w:rsid w:val="00D83AA1"/>
    <w:rsid w:val="00D85A5E"/>
    <w:rsid w:val="00D8647C"/>
    <w:rsid w:val="00D87793"/>
    <w:rsid w:val="00D928C6"/>
    <w:rsid w:val="00DA0132"/>
    <w:rsid w:val="00DA05E4"/>
    <w:rsid w:val="00DA1728"/>
    <w:rsid w:val="00DA20D1"/>
    <w:rsid w:val="00DA2EE7"/>
    <w:rsid w:val="00DA3D75"/>
    <w:rsid w:val="00DA3E4C"/>
    <w:rsid w:val="00DB067C"/>
    <w:rsid w:val="00DB1869"/>
    <w:rsid w:val="00DB1DE0"/>
    <w:rsid w:val="00DB3C2A"/>
    <w:rsid w:val="00DB43E8"/>
    <w:rsid w:val="00DC4EA3"/>
    <w:rsid w:val="00DD13C8"/>
    <w:rsid w:val="00DD2269"/>
    <w:rsid w:val="00DD63D9"/>
    <w:rsid w:val="00DE202E"/>
    <w:rsid w:val="00DE2768"/>
    <w:rsid w:val="00DE2AFE"/>
    <w:rsid w:val="00DE38B7"/>
    <w:rsid w:val="00DE444E"/>
    <w:rsid w:val="00DE47AA"/>
    <w:rsid w:val="00DE63BC"/>
    <w:rsid w:val="00DE7693"/>
    <w:rsid w:val="00DE7E5C"/>
    <w:rsid w:val="00DF0988"/>
    <w:rsid w:val="00DF13CA"/>
    <w:rsid w:val="00DF1B3E"/>
    <w:rsid w:val="00DF2367"/>
    <w:rsid w:val="00DF3976"/>
    <w:rsid w:val="00DF5009"/>
    <w:rsid w:val="00DF664C"/>
    <w:rsid w:val="00DF776E"/>
    <w:rsid w:val="00DF794C"/>
    <w:rsid w:val="00DF7CE7"/>
    <w:rsid w:val="00E004F8"/>
    <w:rsid w:val="00E0288F"/>
    <w:rsid w:val="00E02DF5"/>
    <w:rsid w:val="00E03EEB"/>
    <w:rsid w:val="00E07169"/>
    <w:rsid w:val="00E16D9A"/>
    <w:rsid w:val="00E17670"/>
    <w:rsid w:val="00E20B11"/>
    <w:rsid w:val="00E20EA3"/>
    <w:rsid w:val="00E21B1B"/>
    <w:rsid w:val="00E24A8A"/>
    <w:rsid w:val="00E24E62"/>
    <w:rsid w:val="00E25480"/>
    <w:rsid w:val="00E3365F"/>
    <w:rsid w:val="00E34056"/>
    <w:rsid w:val="00E40C2E"/>
    <w:rsid w:val="00E46243"/>
    <w:rsid w:val="00E579A6"/>
    <w:rsid w:val="00E60102"/>
    <w:rsid w:val="00E61C99"/>
    <w:rsid w:val="00E62E2B"/>
    <w:rsid w:val="00E636CD"/>
    <w:rsid w:val="00E63A97"/>
    <w:rsid w:val="00E66185"/>
    <w:rsid w:val="00E6712B"/>
    <w:rsid w:val="00E705CB"/>
    <w:rsid w:val="00E727F8"/>
    <w:rsid w:val="00E7316C"/>
    <w:rsid w:val="00E77496"/>
    <w:rsid w:val="00E810CF"/>
    <w:rsid w:val="00E83105"/>
    <w:rsid w:val="00E8391D"/>
    <w:rsid w:val="00E85068"/>
    <w:rsid w:val="00E90A62"/>
    <w:rsid w:val="00E93418"/>
    <w:rsid w:val="00EA1DAD"/>
    <w:rsid w:val="00EA2CAA"/>
    <w:rsid w:val="00EA67C5"/>
    <w:rsid w:val="00EA6A83"/>
    <w:rsid w:val="00EB082C"/>
    <w:rsid w:val="00EB29A4"/>
    <w:rsid w:val="00EB5B04"/>
    <w:rsid w:val="00EB66C8"/>
    <w:rsid w:val="00EC4D40"/>
    <w:rsid w:val="00EC5E84"/>
    <w:rsid w:val="00ED3920"/>
    <w:rsid w:val="00ED3BE2"/>
    <w:rsid w:val="00ED3C9D"/>
    <w:rsid w:val="00ED6698"/>
    <w:rsid w:val="00ED6845"/>
    <w:rsid w:val="00EE0FEE"/>
    <w:rsid w:val="00EE282E"/>
    <w:rsid w:val="00EE3AD4"/>
    <w:rsid w:val="00EE5F8D"/>
    <w:rsid w:val="00EE659A"/>
    <w:rsid w:val="00EE6B46"/>
    <w:rsid w:val="00EE74ED"/>
    <w:rsid w:val="00EE7558"/>
    <w:rsid w:val="00EE7836"/>
    <w:rsid w:val="00EF2F2B"/>
    <w:rsid w:val="00EF470A"/>
    <w:rsid w:val="00EF4CC7"/>
    <w:rsid w:val="00F02051"/>
    <w:rsid w:val="00F05CAE"/>
    <w:rsid w:val="00F1267F"/>
    <w:rsid w:val="00F12BF6"/>
    <w:rsid w:val="00F12D9D"/>
    <w:rsid w:val="00F155C5"/>
    <w:rsid w:val="00F161BF"/>
    <w:rsid w:val="00F1713B"/>
    <w:rsid w:val="00F22A59"/>
    <w:rsid w:val="00F24396"/>
    <w:rsid w:val="00F26D63"/>
    <w:rsid w:val="00F2723E"/>
    <w:rsid w:val="00F31D16"/>
    <w:rsid w:val="00F35DF3"/>
    <w:rsid w:val="00F40583"/>
    <w:rsid w:val="00F40F18"/>
    <w:rsid w:val="00F42704"/>
    <w:rsid w:val="00F42A42"/>
    <w:rsid w:val="00F434D1"/>
    <w:rsid w:val="00F44778"/>
    <w:rsid w:val="00F47F12"/>
    <w:rsid w:val="00F54025"/>
    <w:rsid w:val="00F55A8D"/>
    <w:rsid w:val="00F57AD2"/>
    <w:rsid w:val="00F6063A"/>
    <w:rsid w:val="00F63465"/>
    <w:rsid w:val="00F63E2E"/>
    <w:rsid w:val="00F66315"/>
    <w:rsid w:val="00F71A5F"/>
    <w:rsid w:val="00F722FC"/>
    <w:rsid w:val="00F726C3"/>
    <w:rsid w:val="00F72A78"/>
    <w:rsid w:val="00F74FAC"/>
    <w:rsid w:val="00F765FD"/>
    <w:rsid w:val="00F80A9F"/>
    <w:rsid w:val="00F9058C"/>
    <w:rsid w:val="00F93EB4"/>
    <w:rsid w:val="00F95A99"/>
    <w:rsid w:val="00F961C3"/>
    <w:rsid w:val="00F96705"/>
    <w:rsid w:val="00F96CFF"/>
    <w:rsid w:val="00F9703A"/>
    <w:rsid w:val="00F97BF8"/>
    <w:rsid w:val="00F97C77"/>
    <w:rsid w:val="00FA07AE"/>
    <w:rsid w:val="00FA2980"/>
    <w:rsid w:val="00FA32B7"/>
    <w:rsid w:val="00FB1071"/>
    <w:rsid w:val="00FB666B"/>
    <w:rsid w:val="00FC1FDD"/>
    <w:rsid w:val="00FC239A"/>
    <w:rsid w:val="00FC5078"/>
    <w:rsid w:val="00FC65C6"/>
    <w:rsid w:val="00FC6CD1"/>
    <w:rsid w:val="00FD1FDF"/>
    <w:rsid w:val="00FD223D"/>
    <w:rsid w:val="00FD3E45"/>
    <w:rsid w:val="00FD5E25"/>
    <w:rsid w:val="00FE06A9"/>
    <w:rsid w:val="00FE189A"/>
    <w:rsid w:val="00FE594C"/>
    <w:rsid w:val="00FF0D4A"/>
    <w:rsid w:val="00FF3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1EA624"/>
  <w15:docId w15:val="{4B915151-66BA-4311-969A-61314436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5E84"/>
    <w:rPr>
      <w:rFonts w:ascii="Verdana" w:hAnsi="Verdana"/>
      <w:szCs w:val="24"/>
    </w:rPr>
  </w:style>
  <w:style w:type="paragraph" w:styleId="Nadpis1">
    <w:name w:val="heading 1"/>
    <w:basedOn w:val="Normln"/>
    <w:next w:val="Normln"/>
    <w:link w:val="Nadpis1Char"/>
    <w:qFormat/>
    <w:rsid w:val="000C1E9E"/>
    <w:pPr>
      <w:keepNext/>
      <w:spacing w:before="240" w:after="60" w:line="240" w:lineRule="atLeast"/>
      <w:jc w:val="both"/>
      <w:outlineLvl w:val="0"/>
    </w:pPr>
    <w:rPr>
      <w:rFonts w:ascii="Arial" w:hAnsi="Arial"/>
      <w:b/>
      <w:kern w:val="28"/>
      <w:sz w:val="24"/>
      <w:szCs w:val="20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269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126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A074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E17E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E17E1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624A71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421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4214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D4A"/>
    <w:pPr>
      <w:ind w:left="720"/>
      <w:contextualSpacing/>
    </w:pPr>
  </w:style>
  <w:style w:type="table" w:styleId="Mkatabulky">
    <w:name w:val="Table Grid"/>
    <w:basedOn w:val="Normlntabulka"/>
    <w:uiPriority w:val="59"/>
    <w:rsid w:val="00FF0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basedOn w:val="Standardnpsmoodstavce"/>
    <w:link w:val="Zhlav"/>
    <w:rsid w:val="00C6743F"/>
    <w:rPr>
      <w:rFonts w:ascii="Verdana" w:hAnsi="Verdana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C6743F"/>
    <w:rPr>
      <w:rFonts w:ascii="Verdana" w:hAnsi="Verdana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990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990772"/>
    <w:rPr>
      <w:rFonts w:ascii="Courier New" w:hAnsi="Courier New" w:cs="Courier New"/>
    </w:rPr>
  </w:style>
  <w:style w:type="character" w:customStyle="1" w:styleId="Nadpis1Char">
    <w:name w:val="Nadpis 1 Char"/>
    <w:basedOn w:val="Standardnpsmoodstavce"/>
    <w:link w:val="Nadpis1"/>
    <w:rsid w:val="000C1E9E"/>
    <w:rPr>
      <w:rFonts w:ascii="Arial" w:hAnsi="Arial"/>
      <w:b/>
      <w:kern w:val="28"/>
      <w:sz w:val="24"/>
      <w:u w:val="single"/>
    </w:rPr>
  </w:style>
  <w:style w:type="paragraph" w:styleId="Zkladntextodsazen">
    <w:name w:val="Body Text Indent"/>
    <w:basedOn w:val="Normln"/>
    <w:link w:val="ZkladntextodsazenChar"/>
    <w:rsid w:val="000C1E9E"/>
    <w:pPr>
      <w:spacing w:before="120" w:line="240" w:lineRule="atLeast"/>
      <w:ind w:left="567" w:hanging="567"/>
      <w:jc w:val="both"/>
    </w:pPr>
    <w:rPr>
      <w:rFonts w:ascii="Arial" w:hAnsi="Arial"/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0C1E9E"/>
    <w:rPr>
      <w:rFonts w:ascii="Arial" w:hAnsi="Arial"/>
      <w:snapToGrid w:val="0"/>
    </w:rPr>
  </w:style>
  <w:style w:type="paragraph" w:styleId="Zkladntext">
    <w:name w:val="Body Text"/>
    <w:basedOn w:val="Normln"/>
    <w:link w:val="ZkladntextChar"/>
    <w:rsid w:val="000C1E9E"/>
    <w:pPr>
      <w:spacing w:before="120" w:after="120" w:line="240" w:lineRule="atLeast"/>
      <w:jc w:val="both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rsid w:val="000C1E9E"/>
    <w:rPr>
      <w:rFonts w:ascii="Arial" w:hAnsi="Arial"/>
    </w:rPr>
  </w:style>
  <w:style w:type="paragraph" w:customStyle="1" w:styleId="AAANormlnZprvy">
    <w:name w:val="AAA Normální Zprávy"/>
    <w:basedOn w:val="Normln"/>
    <w:rsid w:val="000C1E9E"/>
    <w:pPr>
      <w:jc w:val="both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unhideWhenUsed/>
    <w:rsid w:val="000C1E9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rsid w:val="003E4A6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E4A6F"/>
    <w:rPr>
      <w:rFonts w:ascii="Verdana" w:hAnsi="Verdana"/>
      <w:szCs w:val="24"/>
    </w:rPr>
  </w:style>
  <w:style w:type="paragraph" w:customStyle="1" w:styleId="AAANadpis1zprvy">
    <w:name w:val="AAA Nadpis1 zprávy"/>
    <w:basedOn w:val="Nadpis2"/>
    <w:rsid w:val="00126968"/>
    <w:pPr>
      <w:keepLines w:val="0"/>
      <w:spacing w:before="360" w:after="240"/>
    </w:pPr>
    <w:rPr>
      <w:rFonts w:ascii="Times New Roman" w:eastAsia="Times New Roman" w:hAnsi="Times New Roman" w:cs="Times New Roman"/>
      <w:bCs w:val="0"/>
      <w:color w:val="auto"/>
      <w:sz w:val="28"/>
      <w:szCs w:val="20"/>
    </w:rPr>
  </w:style>
  <w:style w:type="character" w:customStyle="1" w:styleId="Nadpis2Char">
    <w:name w:val="Nadpis 2 Char"/>
    <w:basedOn w:val="Standardnpsmoodstavce"/>
    <w:link w:val="Nadpis2"/>
    <w:semiHidden/>
    <w:rsid w:val="001269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lostrnky">
    <w:name w:val="page number"/>
    <w:basedOn w:val="Standardnpsmoodstavce"/>
    <w:uiPriority w:val="99"/>
    <w:unhideWhenUsed/>
    <w:rsid w:val="006D0D2B"/>
    <w:rPr>
      <w:rFonts w:eastAsiaTheme="minorEastAsia" w:cstheme="minorBidi"/>
      <w:bCs w:val="0"/>
      <w:iCs w:val="0"/>
      <w:szCs w:val="22"/>
      <w:lang w:val="cs-CZ"/>
    </w:rPr>
  </w:style>
  <w:style w:type="character" w:styleId="Siln">
    <w:name w:val="Strong"/>
    <w:basedOn w:val="Standardnpsmoodstavce"/>
    <w:uiPriority w:val="22"/>
    <w:qFormat/>
    <w:rsid w:val="00A13C61"/>
    <w:rPr>
      <w:b/>
      <w:bCs/>
    </w:rPr>
  </w:style>
  <w:style w:type="paragraph" w:customStyle="1" w:styleId="AAANadpis2zprvy">
    <w:name w:val="AAA Nadpis2 zprávy"/>
    <w:basedOn w:val="AAANadpis1zprvy"/>
    <w:rsid w:val="0050783E"/>
    <w:pPr>
      <w:spacing w:before="240" w:after="120"/>
    </w:pPr>
    <w:rPr>
      <w:sz w:val="24"/>
    </w:rPr>
  </w:style>
  <w:style w:type="character" w:customStyle="1" w:styleId="Nadpis4Char">
    <w:name w:val="Nadpis 4 Char"/>
    <w:basedOn w:val="Standardnpsmoodstavce"/>
    <w:link w:val="Nadpis4"/>
    <w:rsid w:val="00A0740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customStyle="1" w:styleId="center">
    <w:name w:val="center"/>
    <w:basedOn w:val="Normln"/>
    <w:rsid w:val="00F1267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semiHidden/>
    <w:rsid w:val="00F1267F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Obsah2">
    <w:name w:val="toc 2"/>
    <w:basedOn w:val="Normln"/>
    <w:next w:val="Normln"/>
    <w:autoRedefine/>
    <w:uiPriority w:val="39"/>
    <w:rsid w:val="00F74FAC"/>
    <w:pPr>
      <w:tabs>
        <w:tab w:val="left" w:pos="660"/>
        <w:tab w:val="right" w:leader="dot" w:pos="9628"/>
      </w:tabs>
    </w:pPr>
    <w:rPr>
      <w:rFonts w:ascii="Times New Roman" w:hAnsi="Times New Roman"/>
      <w:smallCaps/>
      <w:szCs w:val="20"/>
    </w:rPr>
  </w:style>
  <w:style w:type="paragraph" w:styleId="Obsah1">
    <w:name w:val="toc 1"/>
    <w:basedOn w:val="Normln"/>
    <w:next w:val="Normln"/>
    <w:autoRedefine/>
    <w:uiPriority w:val="39"/>
    <w:rsid w:val="00A97036"/>
    <w:pPr>
      <w:spacing w:after="100"/>
    </w:pPr>
  </w:style>
  <w:style w:type="character" w:styleId="Zdraznn">
    <w:name w:val="Emphasis"/>
    <w:basedOn w:val="Standardnpsmoodstavce"/>
    <w:uiPriority w:val="20"/>
    <w:qFormat/>
    <w:rsid w:val="00F22A59"/>
    <w:rPr>
      <w:i/>
      <w:iCs/>
    </w:rPr>
  </w:style>
  <w:style w:type="character" w:customStyle="1" w:styleId="st">
    <w:name w:val="st"/>
    <w:basedOn w:val="Standardnpsmoodstavce"/>
    <w:rsid w:val="00157318"/>
  </w:style>
  <w:style w:type="paragraph" w:styleId="Podnadpis">
    <w:name w:val="Subtitle"/>
    <w:basedOn w:val="Normln"/>
    <w:link w:val="PodnadpisChar"/>
    <w:qFormat/>
    <w:rsid w:val="00EE74ED"/>
    <w:pPr>
      <w:jc w:val="center"/>
    </w:pPr>
    <w:rPr>
      <w:rFonts w:ascii="Times New Roman" w:hAnsi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rsid w:val="00EE74ED"/>
    <w:rPr>
      <w:sz w:val="24"/>
    </w:rPr>
  </w:style>
  <w:style w:type="paragraph" w:customStyle="1" w:styleId="TxBrp3">
    <w:name w:val="TxBr_p3"/>
    <w:basedOn w:val="Normln"/>
    <w:rsid w:val="00EE74ED"/>
    <w:pPr>
      <w:widowControl w:val="0"/>
      <w:tabs>
        <w:tab w:val="left" w:pos="345"/>
      </w:tabs>
      <w:autoSpaceDE w:val="0"/>
      <w:autoSpaceDN w:val="0"/>
      <w:adjustRightInd w:val="0"/>
      <w:spacing w:line="277" w:lineRule="atLeast"/>
      <w:ind w:left="1020" w:hanging="345"/>
      <w:jc w:val="both"/>
    </w:pPr>
    <w:rPr>
      <w:rFonts w:ascii="Times New Roman" w:hAnsi="Times New Roman"/>
      <w:sz w:val="24"/>
      <w:lang w:val="en-US"/>
    </w:rPr>
  </w:style>
  <w:style w:type="paragraph" w:customStyle="1" w:styleId="Standard">
    <w:name w:val="Standard"/>
    <w:rsid w:val="00F2723E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105664"/>
    <w:pPr>
      <w:spacing w:after="120"/>
    </w:pPr>
  </w:style>
  <w:style w:type="character" w:customStyle="1" w:styleId="apple-converted-space">
    <w:name w:val="apple-converted-space"/>
    <w:basedOn w:val="Standardnpsmoodstavce"/>
    <w:rsid w:val="00350EB6"/>
  </w:style>
  <w:style w:type="paragraph" w:customStyle="1" w:styleId="plomba">
    <w:name w:val="plomba"/>
    <w:basedOn w:val="Normln"/>
    <w:rsid w:val="00350EB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768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4380880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1353916125">
          <w:marLeft w:val="0"/>
          <w:marRight w:val="0"/>
          <w:marTop w:val="24"/>
          <w:marBottom w:val="24"/>
          <w:divBdr>
            <w:top w:val="single" w:sz="6" w:space="6" w:color="AAAAAA"/>
            <w:left w:val="single" w:sz="6" w:space="6" w:color="AAAAAA"/>
            <w:bottom w:val="single" w:sz="6" w:space="6" w:color="AAAAAA"/>
            <w:right w:val="single" w:sz="6" w:space="6" w:color="AAAAAA"/>
          </w:divBdr>
        </w:div>
        <w:div w:id="6345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1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1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49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6723">
          <w:marLeft w:val="0"/>
          <w:marRight w:val="0"/>
          <w:marTop w:val="384"/>
          <w:marBottom w:val="624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215433488">
              <w:marLeft w:val="0"/>
              <w:marRight w:val="0"/>
              <w:marTop w:val="384"/>
              <w:marBottom w:val="624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  <w:divsChild>
                <w:div w:id="2099666016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652514816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67722205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90698716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66547416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30947990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</w:div>
                <w:div w:id="1007099992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47633723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  <w:div w:id="751509422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62700723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  <w:div w:id="818031904">
                  <w:marLeft w:val="0"/>
                  <w:marRight w:val="0"/>
                  <w:marTop w:val="480"/>
                  <w:marBottom w:val="0"/>
                  <w:divBdr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2" w:space="0" w:color="CCCCCC"/>
                  </w:divBdr>
                  <w:divsChild>
                    <w:div w:id="19085686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2" w:space="0" w:color="CCCCCC"/>
                        <w:bottom w:val="single" w:sz="2" w:space="0" w:color="CCCCCC"/>
                        <w:right w:val="single" w:sz="2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18319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ad@obecdlouhalouck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kolkop@singraf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kolkop@singraf.cz" TargetMode="External"/><Relationship Id="rId1" Type="http://schemas.openxmlformats.org/officeDocument/2006/relationships/hyperlink" Target="mailto:kolkop@singraf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y\EBC%20as%20-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F4084-69BB-4EDE-8DE8-E7035885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EBC as - hlavičkový papír</Template>
  <TotalTime>108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Topinfo s.r.o.</Company>
  <LinksUpToDate>false</LinksUpToDate>
  <CharactersWithSpaces>1425</CharactersWithSpaces>
  <SharedDoc>false</SharedDoc>
  <HLinks>
    <vt:vector size="90" baseType="variant">
      <vt:variant>
        <vt:i4>7209067</vt:i4>
      </vt:variant>
      <vt:variant>
        <vt:i4>75</vt:i4>
      </vt:variant>
      <vt:variant>
        <vt:i4>0</vt:i4>
      </vt:variant>
      <vt:variant>
        <vt:i4>5</vt:i4>
      </vt:variant>
      <vt:variant>
        <vt:lpwstr>http://www.singraf.cz/</vt:lpwstr>
      </vt:variant>
      <vt:variant>
        <vt:lpwstr/>
      </vt:variant>
      <vt:variant>
        <vt:i4>7405652</vt:i4>
      </vt:variant>
      <vt:variant>
        <vt:i4>72</vt:i4>
      </vt:variant>
      <vt:variant>
        <vt:i4>0</vt:i4>
      </vt:variant>
      <vt:variant>
        <vt:i4>5</vt:i4>
      </vt:variant>
      <vt:variant>
        <vt:lpwstr>mailto:kolkop@singraf.cz</vt:lpwstr>
      </vt:variant>
      <vt:variant>
        <vt:lpwstr/>
      </vt:variant>
      <vt:variant>
        <vt:i4>1835067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_Toc349897804</vt:lpwstr>
      </vt:variant>
      <vt:variant>
        <vt:i4>1376308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_Toc349897799</vt:lpwstr>
      </vt:variant>
      <vt:variant>
        <vt:i4>1376308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_Toc349897798</vt:lpwstr>
      </vt:variant>
      <vt:variant>
        <vt:i4>1376308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_Toc349897796</vt:lpwstr>
      </vt:variant>
      <vt:variant>
        <vt:i4>1376308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_Toc349897795</vt:lpwstr>
      </vt:variant>
      <vt:variant>
        <vt:i4>1376308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_Toc349897794</vt:lpwstr>
      </vt:variant>
      <vt:variant>
        <vt:i4>1376308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_Toc349897792</vt:lpwstr>
      </vt:variant>
      <vt:variant>
        <vt:i4>1376308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_Toc349897791</vt:lpwstr>
      </vt:variant>
      <vt:variant>
        <vt:i4>1376308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_Toc349897790</vt:lpwstr>
      </vt:variant>
      <vt:variant>
        <vt:i4>1310772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_Toc349897789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_Toc349897788</vt:lpwstr>
      </vt:variant>
      <vt:variant>
        <vt:i4>7209067</vt:i4>
      </vt:variant>
      <vt:variant>
        <vt:i4>3</vt:i4>
      </vt:variant>
      <vt:variant>
        <vt:i4>0</vt:i4>
      </vt:variant>
      <vt:variant>
        <vt:i4>5</vt:i4>
      </vt:variant>
      <vt:variant>
        <vt:lpwstr>http://www.singraf.cz/</vt:lpwstr>
      </vt:variant>
      <vt:variant>
        <vt:lpwstr/>
      </vt:variant>
      <vt:variant>
        <vt:i4>7405652</vt:i4>
      </vt:variant>
      <vt:variant>
        <vt:i4>0</vt:i4>
      </vt:variant>
      <vt:variant>
        <vt:i4>0</vt:i4>
      </vt:variant>
      <vt:variant>
        <vt:i4>5</vt:i4>
      </vt:variant>
      <vt:variant>
        <vt:lpwstr>mailto:kolkop@singraf.cz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Somolová</dc:creator>
  <cp:lastModifiedBy>Tomáš Kolkop</cp:lastModifiedBy>
  <cp:revision>10</cp:revision>
  <cp:lastPrinted>2016-11-23T15:33:00Z</cp:lastPrinted>
  <dcterms:created xsi:type="dcterms:W3CDTF">2016-11-21T10:33:00Z</dcterms:created>
  <dcterms:modified xsi:type="dcterms:W3CDTF">2016-11-23T15:33:00Z</dcterms:modified>
</cp:coreProperties>
</file>